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2640595" w14:textId="7F529C15" w:rsidR="00432B36" w:rsidRPr="00206228" w:rsidRDefault="00206228" w:rsidP="00907788">
      <w:pPr>
        <w:pStyle w:val="berschrift1"/>
        <w:jc w:val="left"/>
      </w:pPr>
      <w:r w:rsidRPr="00206228">
        <w:t xml:space="preserve">Digital gegen Gewalt: </w:t>
      </w:r>
      <w:r w:rsidR="002E4550">
        <w:t>BMBF-</w:t>
      </w:r>
      <w:r w:rsidRPr="00206228">
        <w:t xml:space="preserve">Forschungsprojekt </w:t>
      </w:r>
      <w:r w:rsidR="002E4550">
        <w:t xml:space="preserve">InGe </w:t>
      </w:r>
      <w:r w:rsidRPr="00206228">
        <w:t xml:space="preserve">entwickelt </w:t>
      </w:r>
      <w:r w:rsidR="001C4FE8">
        <w:t xml:space="preserve">innovative </w:t>
      </w:r>
      <w:r w:rsidRPr="00206228">
        <w:t>Meldeplattform</w:t>
      </w:r>
    </w:p>
    <w:p w14:paraId="32370B8F" w14:textId="6BBD70D6" w:rsidR="004F7AF1" w:rsidRPr="006733C0" w:rsidRDefault="002E4550" w:rsidP="00907788">
      <w:pPr>
        <w:pStyle w:val="berschrift2"/>
        <w:rPr>
          <w:highlight w:val="yellow"/>
        </w:rPr>
      </w:pPr>
      <w:r w:rsidRPr="002E4550">
        <w:t xml:space="preserve">Plattform ermöglicht </w:t>
      </w:r>
      <w:r>
        <w:t>s</w:t>
      </w:r>
      <w:r w:rsidRPr="002E4550">
        <w:t>ystematische Erfassung und Analyse von Gewaltvorfällen im öffentlichen Dienst – ein wichtiger Schritt für</w:t>
      </w:r>
      <w:r>
        <w:t xml:space="preserve"> den </w:t>
      </w:r>
      <w:r w:rsidRPr="002E4550">
        <w:t>Schutz der Beschäftigten</w:t>
      </w:r>
    </w:p>
    <w:p w14:paraId="04C32C0B" w14:textId="56CB1051" w:rsidR="004F7AF1" w:rsidRDefault="00432B36" w:rsidP="00907788">
      <w:pPr>
        <w:pStyle w:val="Intro"/>
      </w:pPr>
      <w:r w:rsidRPr="00362CB2">
        <w:t xml:space="preserve">Karlsruhe, </w:t>
      </w:r>
      <w:r w:rsidR="00362CB2" w:rsidRPr="00362CB2">
        <w:t>19</w:t>
      </w:r>
      <w:r w:rsidR="002E4550" w:rsidRPr="00362CB2">
        <w:t>.11.2024</w:t>
      </w:r>
      <w:r w:rsidRPr="00362CB2">
        <w:t>.</w:t>
      </w:r>
    </w:p>
    <w:p w14:paraId="10729AE0" w14:textId="67FCB53F" w:rsidR="008655F5" w:rsidRPr="001C0834" w:rsidRDefault="002E4550" w:rsidP="00907788">
      <w:pPr>
        <w:pStyle w:val="Text"/>
        <w:jc w:val="left"/>
        <w:rPr>
          <w:b/>
          <w:bCs/>
        </w:rPr>
      </w:pPr>
      <w:r w:rsidRPr="001C0834">
        <w:rPr>
          <w:b/>
          <w:bCs/>
        </w:rPr>
        <w:t xml:space="preserve">Das Forschungskonsortium InGe hat im Beisein des Innenministers Thomas Strobl den Prototyp einer digitalen Meldeplattform für Gewaltvorfälle im öffentlichen Dienst vorgestellt. </w:t>
      </w:r>
      <w:r w:rsidR="008655F5" w:rsidRPr="001C0834">
        <w:rPr>
          <w:b/>
          <w:bCs/>
        </w:rPr>
        <w:t>D</w:t>
      </w:r>
      <w:r w:rsidRPr="001C0834">
        <w:rPr>
          <w:b/>
          <w:bCs/>
        </w:rPr>
        <w:t xml:space="preserve">ie Plattform </w:t>
      </w:r>
      <w:r w:rsidR="006F45B5" w:rsidRPr="001C0834">
        <w:rPr>
          <w:b/>
          <w:bCs/>
        </w:rPr>
        <w:t xml:space="preserve">basiert </w:t>
      </w:r>
      <w:r w:rsidR="008655F5" w:rsidRPr="001C0834">
        <w:rPr>
          <w:b/>
          <w:bCs/>
        </w:rPr>
        <w:t xml:space="preserve">auf </w:t>
      </w:r>
      <w:r w:rsidR="005E5EE8">
        <w:rPr>
          <w:b/>
          <w:bCs/>
        </w:rPr>
        <w:t>der</w:t>
      </w:r>
      <w:r w:rsidR="00DE38B8">
        <w:rPr>
          <w:b/>
          <w:bCs/>
        </w:rPr>
        <w:t xml:space="preserve"> </w:t>
      </w:r>
      <w:r w:rsidR="008655F5" w:rsidRPr="001C0834">
        <w:rPr>
          <w:b/>
          <w:bCs/>
        </w:rPr>
        <w:t xml:space="preserve">Software disy Cadenza </w:t>
      </w:r>
      <w:r w:rsidR="006F45B5" w:rsidRPr="001C0834">
        <w:rPr>
          <w:b/>
          <w:bCs/>
        </w:rPr>
        <w:t xml:space="preserve">und </w:t>
      </w:r>
      <w:r w:rsidR="008655F5" w:rsidRPr="001C0834">
        <w:rPr>
          <w:b/>
          <w:bCs/>
        </w:rPr>
        <w:t xml:space="preserve">bietet </w:t>
      </w:r>
      <w:r w:rsidRPr="001C0834">
        <w:rPr>
          <w:b/>
          <w:bCs/>
        </w:rPr>
        <w:t>erstmals die Möglichkeit, sowohl strafbare als auch nichtstrafbare Vorfälle zu erfassen und auszuwerten</w:t>
      </w:r>
      <w:r w:rsidR="008655F5" w:rsidRPr="001C0834">
        <w:rPr>
          <w:b/>
          <w:bCs/>
        </w:rPr>
        <w:t xml:space="preserve">. </w:t>
      </w:r>
      <w:r w:rsidR="006F45B5" w:rsidRPr="001C0834">
        <w:rPr>
          <w:b/>
          <w:bCs/>
        </w:rPr>
        <w:t>Für den operativen Einsatz ist allerdings ein weiterer Ausbau des Systems erforderlich.</w:t>
      </w:r>
    </w:p>
    <w:p w14:paraId="38EE9882" w14:textId="4AF940C3" w:rsidR="006733C0" w:rsidRPr="002108F3" w:rsidRDefault="002108F3" w:rsidP="00907788">
      <w:pPr>
        <w:pStyle w:val="berschrift3"/>
      </w:pPr>
      <w:r w:rsidRPr="002108F3">
        <w:t>Gewalt im öffentlichen Dienst gezielt erfassen und analysieren</w:t>
      </w:r>
    </w:p>
    <w:p w14:paraId="3795FF53" w14:textId="3F57E336" w:rsidR="002108F3" w:rsidRDefault="002108F3" w:rsidP="002108F3">
      <w:pPr>
        <w:pStyle w:val="Text"/>
        <w:jc w:val="left"/>
      </w:pPr>
      <w:r>
        <w:t xml:space="preserve">Gewalt gegen Beschäftigte im öffentlichen Dienst nimmt seit Jahren zu. Während strafbare Handlungen durch die Polizeiliche Kriminalstatistik (PKS) erfasst werden, bleiben respektlose und bedrohliche Verhaltensweisen unterhalb der Strafbarkeitsgrenze oft unberücksichtigt – obwohl auch sie erhebliche Auswirkungen auf die Gesundheit der Betroffenen haben können. Um hier ein klares Lagebild zu schaffen, startete 2022 das vom Bundesministerium für Bildung und Forschung (BMBF) geförderte Projekt „InGe“. Ziel </w:t>
      </w:r>
      <w:r w:rsidR="005E4151">
        <w:t>war</w:t>
      </w:r>
      <w:r>
        <w:t xml:space="preserve"> die Entwicklung einer umfassenden Meldeplattform, die auch nichtstrafbare Vorfälle erfasst und </w:t>
      </w:r>
      <w:r w:rsidR="008313ED">
        <w:t>eine</w:t>
      </w:r>
      <w:r w:rsidR="00A2061F">
        <w:t xml:space="preserve"> Daten</w:t>
      </w:r>
      <w:r w:rsidR="000029D6">
        <w:t>bas</w:t>
      </w:r>
      <w:r w:rsidR="00DE38B8">
        <w:t>i</w:t>
      </w:r>
      <w:r w:rsidR="000029D6">
        <w:t>s</w:t>
      </w:r>
      <w:r w:rsidRPr="002108F3">
        <w:t xml:space="preserve"> für </w:t>
      </w:r>
      <w:r w:rsidR="00A2061F">
        <w:t xml:space="preserve">gezielte </w:t>
      </w:r>
      <w:r w:rsidRPr="002108F3">
        <w:t xml:space="preserve">Präventionsmaßnahmen </w:t>
      </w:r>
      <w:r w:rsidR="00A2061F">
        <w:t>schafft.</w:t>
      </w:r>
    </w:p>
    <w:p w14:paraId="6A569B11" w14:textId="77777777" w:rsidR="001C0834" w:rsidRDefault="001C0834" w:rsidP="001C0834">
      <w:pPr>
        <w:pStyle w:val="berschrift3"/>
      </w:pPr>
      <w:r>
        <w:t>Nutzerfreundlichkeit und Datenschutz im Fokus</w:t>
      </w:r>
    </w:p>
    <w:p w14:paraId="11E3A739" w14:textId="5A695F8B" w:rsidR="005E5EE8" w:rsidRDefault="00A2061F" w:rsidP="001C0834">
      <w:pPr>
        <w:pStyle w:val="Text"/>
      </w:pPr>
      <w:r>
        <w:t>Der Prototyp dieser</w:t>
      </w:r>
      <w:r w:rsidR="001C0834">
        <w:t xml:space="preserve"> Plattform bietet Beschäftigten des öffentlichen Dienstes eine einfache Möglichkeit, </w:t>
      </w:r>
      <w:r>
        <w:t>Gewaltv</w:t>
      </w:r>
      <w:r w:rsidR="001C0834">
        <w:t>orfälle zu melden – ob als betroffene Person, Zeuge oder mit Hilfe einer Vertrauensperson. In der Entwicklungsphase wurden zahlreiche Interviews mit Mitarbeitenden der Kommunalverwaltung geführt, um die Plattform bestmöglich auf die Bedürfnisse der Nutzer anzupassen. Durch ein flexibles Fragensystem können Vorfälle in unterschiedlicher Detailtiefe beschrieben werden, während ein durchdachtes Rollen- und Rechtesystem den Datenschutz und die Vertraulichkeit der Daten gewährleistet.</w:t>
      </w:r>
      <w:r w:rsidR="00212F99">
        <w:t xml:space="preserve"> </w:t>
      </w:r>
      <w:r w:rsidR="005E5EE8" w:rsidRPr="005E5EE8">
        <w:t xml:space="preserve">Die </w:t>
      </w:r>
      <w:r w:rsidR="000E1D1A">
        <w:t xml:space="preserve">Erhebung und </w:t>
      </w:r>
      <w:r w:rsidR="005E5EE8" w:rsidRPr="005E5EE8">
        <w:t xml:space="preserve">Auswertung erfolgt mithilfe der </w:t>
      </w:r>
      <w:r w:rsidR="000E1D1A">
        <w:t>Datenanalyse-</w:t>
      </w:r>
      <w:r w:rsidR="005E5EE8" w:rsidRPr="005E5EE8">
        <w:t xml:space="preserve">Software disy Cadenza, </w:t>
      </w:r>
      <w:r w:rsidR="009877DF" w:rsidRPr="005E5EE8">
        <w:t>die flexiblen und benutzerfreundlichen Analysen</w:t>
      </w:r>
      <w:r w:rsidR="005E5EE8" w:rsidRPr="005E5EE8">
        <w:t xml:space="preserve"> </w:t>
      </w:r>
      <w:r w:rsidR="00085928">
        <w:t>und Lagebilddarstellung</w:t>
      </w:r>
      <w:r w:rsidR="000E1D1A">
        <w:t xml:space="preserve">en in </w:t>
      </w:r>
      <w:r w:rsidR="007373ED">
        <w:t>übersichtliche</w:t>
      </w:r>
      <w:r w:rsidR="005E4151">
        <w:t>n</w:t>
      </w:r>
      <w:r w:rsidR="007373ED">
        <w:t xml:space="preserve"> Dashboard</w:t>
      </w:r>
      <w:r w:rsidR="005E4151">
        <w:t>s</w:t>
      </w:r>
      <w:r w:rsidR="007373ED">
        <w:t xml:space="preserve"> </w:t>
      </w:r>
      <w:r w:rsidR="005E5EE8" w:rsidRPr="005E5EE8">
        <w:t>ermöglicht.</w:t>
      </w:r>
    </w:p>
    <w:p w14:paraId="7243A957" w14:textId="77777777" w:rsidR="000E1D1A" w:rsidRDefault="000E1D1A" w:rsidP="001C0834">
      <w:pPr>
        <w:pStyle w:val="Text"/>
      </w:pPr>
    </w:p>
    <w:p w14:paraId="5EE910B4" w14:textId="48D76C3F" w:rsidR="001C0834" w:rsidRDefault="007F7BAD" w:rsidP="001C0834">
      <w:pPr>
        <w:pStyle w:val="berschrift3"/>
      </w:pPr>
      <w:r w:rsidRPr="007F7BAD">
        <w:lastRenderedPageBreak/>
        <w:t xml:space="preserve">Meldeplattform </w:t>
      </w:r>
      <w:r>
        <w:t>für</w:t>
      </w:r>
      <w:r w:rsidRPr="007F7BAD">
        <w:t xml:space="preserve"> Gewaltvorfälle </w:t>
      </w:r>
      <w:r>
        <w:t xml:space="preserve">überzeugt im </w:t>
      </w:r>
      <w:r w:rsidR="001C0834">
        <w:t>Praxistest</w:t>
      </w:r>
    </w:p>
    <w:p w14:paraId="24128BB4" w14:textId="41FB735C" w:rsidR="00DE38B8" w:rsidRDefault="000E1D1A" w:rsidP="001C0834">
      <w:pPr>
        <w:pStyle w:val="Text"/>
      </w:pPr>
      <w:r w:rsidRPr="000E1D1A">
        <w:t>Im Frühjahr 2024 wurde der Prototyp in ausgewählten Behörden der Stadt Offenburg und im Ostalbkreis getestet</w:t>
      </w:r>
      <w:r>
        <w:t xml:space="preserve">. </w:t>
      </w:r>
      <w:r w:rsidR="001C0834">
        <w:t>Die Rückmeldungen der Nutze</w:t>
      </w:r>
      <w:r>
        <w:t>nden</w:t>
      </w:r>
      <w:r w:rsidR="001C0834">
        <w:t xml:space="preserve"> </w:t>
      </w:r>
      <w:r>
        <w:t xml:space="preserve">waren </w:t>
      </w:r>
      <w:r w:rsidR="001C0834">
        <w:t>durchweg positiv</w:t>
      </w:r>
      <w:r>
        <w:t>.</w:t>
      </w:r>
      <w:r w:rsidR="001C0834">
        <w:t xml:space="preserve"> Besonders hervorgehoben wurden die intuitive Bedienbarkeit der Plattform und die Möglichkeit</w:t>
      </w:r>
      <w:r>
        <w:t>en</w:t>
      </w:r>
      <w:r w:rsidR="001C0834">
        <w:t xml:space="preserve"> zu datengestützten Analyse</w:t>
      </w:r>
      <w:r>
        <w:t>n</w:t>
      </w:r>
      <w:r w:rsidR="001C0834">
        <w:t xml:space="preserve">. </w:t>
      </w:r>
      <w:r>
        <w:t>Gleichzeitig</w:t>
      </w:r>
      <w:r w:rsidR="001C0834">
        <w:t xml:space="preserve"> wurde angeregt, die Plattform für weitere Gewaltphänomene zu erweitern, um so ein umfassenderes Lagebild zu erhalten und gezielte Präventionsmaßnahmen entwickeln zu können.</w:t>
      </w:r>
      <w:r w:rsidR="007F7BAD">
        <w:t xml:space="preserve"> Dafür dient auch </w:t>
      </w:r>
      <w:r>
        <w:t xml:space="preserve">die </w:t>
      </w:r>
      <w:r w:rsidR="007F7BAD">
        <w:t>im Projekt aufgebaute InGe-Präventionsdatenbank</w:t>
      </w:r>
      <w:r>
        <w:t xml:space="preserve">, die </w:t>
      </w:r>
      <w:r w:rsidR="007F7BAD">
        <w:t xml:space="preserve">geeignete Maßnahmen </w:t>
      </w:r>
      <w:r w:rsidR="00DE38B8">
        <w:t xml:space="preserve">beschreibt </w:t>
      </w:r>
      <w:r w:rsidR="007F7BAD">
        <w:t xml:space="preserve">und </w:t>
      </w:r>
      <w:r w:rsidR="00DE38B8">
        <w:t xml:space="preserve">ihnen spezifische </w:t>
      </w:r>
      <w:r w:rsidR="007F7BAD">
        <w:t>Gewaltvorfälle zu</w:t>
      </w:r>
      <w:r w:rsidR="00DE38B8">
        <w:t>ordnet</w:t>
      </w:r>
      <w:r w:rsidR="007F7BAD">
        <w:t xml:space="preserve">. </w:t>
      </w:r>
      <w:r w:rsidR="00DE38B8" w:rsidRPr="00DE38B8">
        <w:t>Die Einteilung der Maßnahmen nach den gleichen Kriterien wie bei der Erfassung der Vorfälle erleichtert die gezielte Suche und Auswahl passender Präventionsmaßnahmen und unterstützt somit die präventive Arbeit.</w:t>
      </w:r>
    </w:p>
    <w:p w14:paraId="5A015699" w14:textId="77777777" w:rsidR="001C0834" w:rsidRDefault="001C0834" w:rsidP="001C0834">
      <w:pPr>
        <w:pStyle w:val="berschrift3"/>
      </w:pPr>
      <w:r>
        <w:t>Perspektiven für den operativen Einsatz</w:t>
      </w:r>
    </w:p>
    <w:p w14:paraId="6C09ED2B" w14:textId="46921122" w:rsidR="009811E4" w:rsidRDefault="001C0834" w:rsidP="001C0834">
      <w:pPr>
        <w:pStyle w:val="Text"/>
        <w:jc w:val="left"/>
      </w:pPr>
      <w:r>
        <w:t>Mit dem Projektabschluss im September 2024 steht ein praxistauglicher Prototyp zur Verfügung</w:t>
      </w:r>
      <w:r w:rsidR="009811E4">
        <w:t xml:space="preserve">, der </w:t>
      </w:r>
      <w:r w:rsidR="009811E4" w:rsidRPr="009811E4">
        <w:t>erstmals ein umfassendes und systematisches Lagebild zu Gewaltvorfällen im öffentlichen Dienst</w:t>
      </w:r>
      <w:r w:rsidR="009811E4">
        <w:t xml:space="preserve"> </w:t>
      </w:r>
      <w:r w:rsidR="00DE38B8">
        <w:t>ermöglicht</w:t>
      </w:r>
      <w:r w:rsidR="009811E4" w:rsidRPr="009811E4">
        <w:t xml:space="preserve">. </w:t>
      </w:r>
      <w:r w:rsidR="007373ED">
        <w:t xml:space="preserve">Der </w:t>
      </w:r>
      <w:r w:rsidR="005E4151">
        <w:t xml:space="preserve">Prototyp </w:t>
      </w:r>
      <w:r w:rsidR="007373ED">
        <w:t>wurde i</w:t>
      </w:r>
      <w:r w:rsidR="007373ED" w:rsidRPr="007373ED">
        <w:t xml:space="preserve">m Beisein des stellvertretenden Ministerpräsidenten und Ministers des </w:t>
      </w:r>
      <w:r w:rsidR="00CD59D1" w:rsidRPr="00CD59D1">
        <w:t>Inneren</w:t>
      </w:r>
      <w:r w:rsidR="007373ED" w:rsidRPr="007373ED">
        <w:t>, für Digitalisierung und Kommunen Baden-Württemberg Thomas Strobl vorgestellt</w:t>
      </w:r>
      <w:r w:rsidR="00BE41F8">
        <w:t>.</w:t>
      </w:r>
      <w:r w:rsidR="00DE38B8">
        <w:t xml:space="preserve"> </w:t>
      </w:r>
      <w:r w:rsidR="00BE41F8" w:rsidRPr="00BE41F8">
        <w:t>Innenminister Strobl würdigte die innovative Arbeit des Forschungskonsortiums und betonte die Relevanz der Plattform für den Schutz der Beschäftigten im öffentlichen Dienst</w:t>
      </w:r>
      <w:r w:rsidR="00BE41F8">
        <w:t xml:space="preserve">. </w:t>
      </w:r>
      <w:r w:rsidR="00DE38B8" w:rsidRPr="00DE38B8">
        <w:t>Für den operativen Betrieb sind jedoch weitere Entwicklungsarbeiten erforderlich, um die Plattform optimal an die Bedürfnisse von Kommunen und Landesbehörden anzupassen.</w:t>
      </w:r>
      <w:r w:rsidR="00DE38B8">
        <w:t xml:space="preserve"> </w:t>
      </w:r>
      <w:r w:rsidR="009811E4">
        <w:t xml:space="preserve">Ebenso müsste über die </w:t>
      </w:r>
      <w:r w:rsidR="009811E4" w:rsidRPr="009811E4">
        <w:t>Betriebsoptionen</w:t>
      </w:r>
      <w:r w:rsidR="009811E4">
        <w:t xml:space="preserve"> entschieden werden</w:t>
      </w:r>
      <w:r w:rsidR="009811E4" w:rsidRPr="009811E4">
        <w:t>. Dabei ist auch die Möglichkeit einer Software-as-a-Service</w:t>
      </w:r>
      <w:r w:rsidR="00CD59D1">
        <w:t>-</w:t>
      </w:r>
      <w:r w:rsidR="009811E4" w:rsidRPr="009811E4">
        <w:t>Lösung für Kommunen oder große Einzelbehörden aus technischer Sicht vielversprechend.</w:t>
      </w:r>
    </w:p>
    <w:p w14:paraId="60A64622" w14:textId="77777777" w:rsidR="002108F3" w:rsidRDefault="002108F3" w:rsidP="002108F3">
      <w:pPr>
        <w:pStyle w:val="berschrift3"/>
      </w:pPr>
      <w:r>
        <w:t>Über das Forschungsprojekt InGe</w:t>
      </w:r>
    </w:p>
    <w:p w14:paraId="628BAA4F" w14:textId="6CA8118D" w:rsidR="002108F3" w:rsidRDefault="002108F3" w:rsidP="002108F3">
      <w:pPr>
        <w:pStyle w:val="Text"/>
        <w:jc w:val="left"/>
      </w:pPr>
      <w:r>
        <w:t xml:space="preserve">Das Projekt „Lagebildinstrument zu Gewalterfahrungen von Beschäftigten im öffentlichen Dienst (InGe)“ wurde vom Bundesministerium für Bildung und Forschung (BMBF) im Rahmen der Fördermaßnahme „Anwender - Innovativ: Forschung für die zivile Sicherheit II“ gefördert. Die Entwicklung der Meldeplattform erfolgte in enger Zusammenarbeit zwischen der Gemeinsamen Zentralstelle Kommunale Kriminalprävention (GeZ KKP), dem Centre for Security and Society (CSS) der Albert-Ludwigs-Universität Freiburg und dem Softwareunternehmen Disy Informationssysteme GmbH. Ziel des Projekts </w:t>
      </w:r>
      <w:r w:rsidR="005E4151">
        <w:t>war</w:t>
      </w:r>
      <w:r>
        <w:t xml:space="preserve"> es, eine sichere, praxistaugliche und datenschutzkonforme Lösung zur Erfassung und Analyse von Gewaltvorfällen im öffentlichen Dienst bereitzustellen und so langfristig die Präventionsarbeit zu stärken.</w:t>
      </w:r>
    </w:p>
    <w:p w14:paraId="2A18AA0D" w14:textId="77777777" w:rsidR="00DE38B8" w:rsidRDefault="00DE38B8" w:rsidP="002108F3">
      <w:pPr>
        <w:pStyle w:val="Text"/>
        <w:jc w:val="left"/>
      </w:pPr>
    </w:p>
    <w:p w14:paraId="053008E2" w14:textId="1824E1D9" w:rsidR="004F7AF1" w:rsidRDefault="004F7AF1" w:rsidP="00907788">
      <w:pPr>
        <w:pStyle w:val="Kleintext"/>
      </w:pPr>
      <w:r>
        <w:lastRenderedPageBreak/>
        <w:t>Anzahl Zeichen mit Leerzeichen:</w:t>
      </w:r>
      <w:r w:rsidR="006733C0">
        <w:t xml:space="preserve"> </w:t>
      </w:r>
      <w:r w:rsidR="007F7BAD">
        <w:t xml:space="preserve">ca. </w:t>
      </w:r>
      <w:r w:rsidR="00F23547">
        <w:t>4</w:t>
      </w:r>
      <w:r w:rsidR="00F23547" w:rsidRPr="00F23547">
        <w:t>.93</w:t>
      </w:r>
      <w:r w:rsidR="00362CB2">
        <w:t>7</w:t>
      </w:r>
      <w:r w:rsidR="00805B2C" w:rsidRPr="00F23547">
        <w:t xml:space="preserve"> Zeichen</w:t>
      </w:r>
    </w:p>
    <w:p w14:paraId="1ED1886A" w14:textId="77777777" w:rsidR="004F7AF1" w:rsidRDefault="004F7AF1" w:rsidP="006733C0">
      <w:pPr>
        <w:pStyle w:val="Kleintext"/>
      </w:pPr>
      <w:r>
        <w:t xml:space="preserve">Über ein </w:t>
      </w:r>
      <w:r w:rsidRPr="006733C0">
        <w:t>Belegexemplar</w:t>
      </w:r>
      <w:r w:rsidR="00597F86">
        <w:t xml:space="preserve"> Ihrer Veröffentlichung freuen wir uns.</w:t>
      </w:r>
    </w:p>
    <w:p w14:paraId="676B1AD4" w14:textId="77777777" w:rsidR="00597F86" w:rsidRDefault="00597F86" w:rsidP="006733C0">
      <w:pPr>
        <w:pStyle w:val="Kleintext"/>
        <w:sectPr w:rsidR="00597F86">
          <w:headerReference w:type="even" r:id="rId8"/>
          <w:headerReference w:type="default" r:id="rId9"/>
          <w:footerReference w:type="even" r:id="rId10"/>
          <w:footerReference w:type="default" r:id="rId11"/>
          <w:headerReference w:type="first" r:id="rId12"/>
          <w:footerReference w:type="first" r:id="rId13"/>
          <w:pgSz w:w="11905" w:h="16837"/>
          <w:pgMar w:top="1134" w:right="2268" w:bottom="1134" w:left="1418" w:header="851" w:footer="709" w:gutter="0"/>
          <w:cols w:space="720"/>
          <w:docGrid w:linePitch="360"/>
        </w:sectPr>
      </w:pPr>
    </w:p>
    <w:p w14:paraId="12F12C6E" w14:textId="77777777" w:rsidR="006733C0" w:rsidRDefault="006733C0" w:rsidP="006733C0">
      <w:pPr>
        <w:pStyle w:val="Kleintextfett"/>
      </w:pPr>
      <w:r>
        <w:t>Pressekontakt</w:t>
      </w:r>
    </w:p>
    <w:p w14:paraId="494243A3" w14:textId="77777777" w:rsidR="006733C0" w:rsidRDefault="00C551DC" w:rsidP="006733C0">
      <w:pPr>
        <w:pStyle w:val="Kleintext"/>
      </w:pPr>
      <w:r>
        <w:t>D</w:t>
      </w:r>
      <w:r w:rsidR="006733C0">
        <w:t>isy Informationssysteme GmbH</w:t>
      </w:r>
      <w:r w:rsidR="006733C0">
        <w:br/>
      </w:r>
      <w:r w:rsidR="003566B9">
        <w:t>Astrid Fennen-Weigel</w:t>
      </w:r>
      <w:r w:rsidR="006733C0">
        <w:br/>
      </w:r>
      <w:r w:rsidR="00BE2844">
        <w:t>Ludwig-Erhard-Allee 6</w:t>
      </w:r>
      <w:r w:rsidR="006733C0">
        <w:br/>
      </w:r>
      <w:r w:rsidR="00BE2844">
        <w:t>76131</w:t>
      </w:r>
      <w:r w:rsidR="006733C0">
        <w:t xml:space="preserve"> K</w:t>
      </w:r>
      <w:r w:rsidR="00D031F8">
        <w:t>arlsruhe</w:t>
      </w:r>
      <w:r w:rsidR="00D031F8">
        <w:br/>
        <w:t>Tel: +49-721-1 6006-</w:t>
      </w:r>
      <w:r w:rsidR="003566B9">
        <w:t>222</w:t>
      </w:r>
    </w:p>
    <w:p w14:paraId="0E29AF97" w14:textId="77777777" w:rsidR="00597F86" w:rsidRPr="00805B2C" w:rsidRDefault="00362CB2" w:rsidP="006733C0">
      <w:pPr>
        <w:pStyle w:val="Kleintext"/>
        <w:rPr>
          <w:rStyle w:val="Hyperlink"/>
        </w:rPr>
      </w:pPr>
      <w:hyperlink r:id="rId14" w:history="1">
        <w:r w:rsidR="00D031F8" w:rsidRPr="007D559F">
          <w:rPr>
            <w:rStyle w:val="Hyperlink"/>
          </w:rPr>
          <w:t>presse@disy.net</w:t>
        </w:r>
      </w:hyperlink>
      <w:r w:rsidR="006733C0" w:rsidRPr="00805B2C">
        <w:rPr>
          <w:rStyle w:val="Hyperlink"/>
        </w:rPr>
        <w:br/>
      </w:r>
      <w:hyperlink r:id="rId15" w:history="1">
        <w:r w:rsidR="006733C0" w:rsidRPr="00805B2C">
          <w:rPr>
            <w:rStyle w:val="Hyperlink"/>
          </w:rPr>
          <w:t>www.disy.net</w:t>
        </w:r>
      </w:hyperlink>
    </w:p>
    <w:p w14:paraId="7041F27E" w14:textId="77777777" w:rsidR="006733C0" w:rsidRDefault="00597F86" w:rsidP="006733C0">
      <w:pPr>
        <w:pStyle w:val="Kleintext"/>
      </w:pPr>
      <w:r>
        <w:t xml:space="preserve">Eine elektronische Version dieser Presseinformation finden Sie unter: </w:t>
      </w:r>
      <w:r w:rsidRPr="00805B2C">
        <w:rPr>
          <w:rStyle w:val="Hyperlink"/>
        </w:rPr>
        <w:t>www.disy.net/presse</w:t>
      </w:r>
    </w:p>
    <w:p w14:paraId="2D00C648" w14:textId="77777777" w:rsidR="006733C0" w:rsidRDefault="00C551DC" w:rsidP="006733C0">
      <w:pPr>
        <w:pStyle w:val="Kleintextfett"/>
      </w:pPr>
      <w:r>
        <w:t>Über D</w:t>
      </w:r>
      <w:r w:rsidR="006733C0">
        <w:t>isy Informationssysteme GmbH</w:t>
      </w:r>
    </w:p>
    <w:p w14:paraId="11C39166" w14:textId="77777777" w:rsidR="003A26FA" w:rsidRPr="003A26FA" w:rsidRDefault="003A26FA" w:rsidP="003A26FA">
      <w:pPr>
        <w:pStyle w:val="Kleintextfett"/>
        <w:rPr>
          <w:rFonts w:eastAsia="ArialMT"/>
          <w:b w:val="0"/>
          <w:bCs w:val="0"/>
        </w:rPr>
      </w:pPr>
      <w:r w:rsidRPr="003A26FA">
        <w:rPr>
          <w:rFonts w:eastAsia="ArialMT"/>
          <w:b w:val="0"/>
          <w:bCs w:val="0"/>
        </w:rPr>
        <w:t>Das Unternehmen Disy Informationssysteme GmbH ist führender Anbieter von Lösungen zur Datenanalyse und zum Berichtswesen für öffentliche Organisationen im deutschsprachigen Raum. Mit moderner Software und langjähriger Expertise für fachliche Fragestellungen im Bereich Business und Location Intelligence schafft Disy die Grundlage für datenbasiertes Entscheiden. Die Lösungen basieren auf disy Cadenza, der Software für Datenanalyse, Reporting und Location Intelligence.</w:t>
      </w:r>
    </w:p>
    <w:p w14:paraId="16ADB659" w14:textId="77777777" w:rsidR="003A26FA" w:rsidRPr="003A26FA" w:rsidRDefault="003A26FA" w:rsidP="003A26FA">
      <w:pPr>
        <w:pStyle w:val="Kleintextfett"/>
        <w:rPr>
          <w:rFonts w:eastAsia="ArialMT"/>
          <w:b w:val="0"/>
          <w:bCs w:val="0"/>
        </w:rPr>
      </w:pPr>
      <w:r w:rsidRPr="003A26FA">
        <w:rPr>
          <w:rFonts w:eastAsia="ArialMT"/>
          <w:b w:val="0"/>
          <w:bCs w:val="0"/>
        </w:rPr>
        <w:t>Zu den zahlreichen Kunden zählen namhafte Bundes- und Landesbehörden aus den Fachbereichen Sicherheit, Umwelt, Wasser, Verbraucherschutz, Landwirtschaft, Forstwirtschaft, Jagd, Infrastruktur sowie Verkehr.</w:t>
      </w:r>
    </w:p>
    <w:p w14:paraId="213921F7" w14:textId="77777777" w:rsidR="003A26FA" w:rsidRPr="003A26FA" w:rsidRDefault="003A26FA" w:rsidP="003A26FA">
      <w:pPr>
        <w:pStyle w:val="Kleintextfett"/>
        <w:rPr>
          <w:rFonts w:eastAsia="ArialMT"/>
          <w:b w:val="0"/>
          <w:bCs w:val="0"/>
        </w:rPr>
      </w:pPr>
      <w:r w:rsidRPr="003A26FA">
        <w:rPr>
          <w:rFonts w:eastAsia="ArialMT"/>
          <w:b w:val="0"/>
          <w:bCs w:val="0"/>
        </w:rPr>
        <w:t xml:space="preserve">Das in Karlsruhe ansässige Unternehmen wurde 1997 gegründet und beschäftigt aktuell mehr als </w:t>
      </w:r>
      <w:r w:rsidR="00CD099A">
        <w:rPr>
          <w:rFonts w:eastAsia="ArialMT"/>
          <w:b w:val="0"/>
          <w:bCs w:val="0"/>
        </w:rPr>
        <w:t>20</w:t>
      </w:r>
      <w:r w:rsidRPr="003A26FA">
        <w:rPr>
          <w:rFonts w:eastAsia="ArialMT"/>
          <w:b w:val="0"/>
          <w:bCs w:val="0"/>
        </w:rPr>
        <w:t>0 Mitarbeitende. Für die Softwareentwicklung in Deutschland ist disy Cadenza mit dem Qualitätssiegel „Software Made in Germany“ des Bundesverbands IT-Mittelstand ausgezeichnet. Darüber hinaus entwickelt Disy als Talend Gold Partner und Value Added Reseller das Spatial-ETL-Plug-in „GeoSpatial Integration für Talend“.</w:t>
      </w:r>
    </w:p>
    <w:p w14:paraId="27D8CBF6" w14:textId="77777777" w:rsidR="003566B9" w:rsidRDefault="003566B9" w:rsidP="003566B9">
      <w:pPr>
        <w:pStyle w:val="Kleintext"/>
      </w:pPr>
      <w:r>
        <w:rPr>
          <w:noProof/>
        </w:rPr>
        <w:drawing>
          <wp:anchor distT="0" distB="0" distL="114300" distR="114300" simplePos="0" relativeHeight="251659264" behindDoc="0" locked="0" layoutInCell="1" allowOverlap="1" wp14:anchorId="43155DEE" wp14:editId="25C14AD4">
            <wp:simplePos x="0" y="0"/>
            <wp:positionH relativeFrom="column">
              <wp:posOffset>3309620</wp:posOffset>
            </wp:positionH>
            <wp:positionV relativeFrom="paragraph">
              <wp:posOffset>17780</wp:posOffset>
            </wp:positionV>
            <wp:extent cx="1457325" cy="933450"/>
            <wp:effectExtent l="0" t="0" r="9525"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57325" cy="933450"/>
                    </a:xfrm>
                    <a:prstGeom prst="rect">
                      <a:avLst/>
                    </a:prstGeom>
                    <a:noFill/>
                  </pic:spPr>
                </pic:pic>
              </a:graphicData>
            </a:graphic>
            <wp14:sizeRelH relativeFrom="page">
              <wp14:pctWidth>0</wp14:pctWidth>
            </wp14:sizeRelH>
            <wp14:sizeRelV relativeFrom="page">
              <wp14:pctHeight>0</wp14:pctHeight>
            </wp14:sizeRelV>
          </wp:anchor>
        </w:drawing>
      </w:r>
      <w:r>
        <w:t xml:space="preserve">Weitere Informationen unter </w:t>
      </w:r>
      <w:hyperlink r:id="rId17" w:history="1">
        <w:r w:rsidRPr="00F70962">
          <w:rPr>
            <w:rStyle w:val="Hyperlink"/>
          </w:rPr>
          <w:t>www.disy.net</w:t>
        </w:r>
      </w:hyperlink>
    </w:p>
    <w:sectPr w:rsidR="003566B9" w:rsidSect="003A26FA">
      <w:headerReference w:type="even" r:id="rId18"/>
      <w:headerReference w:type="default" r:id="rId19"/>
      <w:footerReference w:type="even" r:id="rId20"/>
      <w:footerReference w:type="default" r:id="rId21"/>
      <w:headerReference w:type="first" r:id="rId22"/>
      <w:footerReference w:type="first" r:id="rId23"/>
      <w:type w:val="continuous"/>
      <w:pgSz w:w="11905" w:h="16837"/>
      <w:pgMar w:top="1134" w:right="2268" w:bottom="1134" w:left="1418" w:header="851"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4927C" w14:textId="77777777" w:rsidR="005F03CA" w:rsidRDefault="005F03CA">
      <w:r>
        <w:separator/>
      </w:r>
    </w:p>
  </w:endnote>
  <w:endnote w:type="continuationSeparator" w:id="0">
    <w:p w14:paraId="1179969A" w14:textId="77777777" w:rsidR="005F03CA" w:rsidRDefault="005F0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MT">
    <w:altName w:val="Yu Gothic"/>
    <w:charset w:val="80"/>
    <w:family w:val="swiss"/>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83D54" w14:textId="77777777" w:rsidR="00223558" w:rsidRDefault="0022355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FF824" w14:textId="77777777" w:rsidR="004F7AF1" w:rsidRDefault="002C1313">
    <w:r>
      <w:rPr>
        <w:noProof/>
        <w:lang w:eastAsia="de-DE"/>
      </w:rPr>
      <mc:AlternateContent>
        <mc:Choice Requires="wps">
          <w:drawing>
            <wp:anchor distT="0" distB="0" distL="0" distR="0" simplePos="0" relativeHeight="251657728" behindDoc="0" locked="0" layoutInCell="1" allowOverlap="1" wp14:anchorId="2F0AB5E2" wp14:editId="48F065C2">
              <wp:simplePos x="0" y="0"/>
              <wp:positionH relativeFrom="margin">
                <wp:align>center</wp:align>
              </wp:positionH>
              <wp:positionV relativeFrom="paragraph">
                <wp:posOffset>635</wp:posOffset>
              </wp:positionV>
              <wp:extent cx="66040" cy="140970"/>
              <wp:effectExtent l="4445" t="635" r="5715" b="1270"/>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40" cy="1409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7CA854" w14:textId="77777777" w:rsidR="004F7AF1" w:rsidRDefault="004F7AF1">
                          <w:pPr>
                            <w:pStyle w:val="Fuzeile"/>
                          </w:pPr>
                          <w:r>
                            <w:rPr>
                              <w:rStyle w:val="Seitenzahl"/>
                            </w:rPr>
                            <w:fldChar w:fldCharType="begin"/>
                          </w:r>
                          <w:r>
                            <w:rPr>
                              <w:rStyle w:val="Seitenzahl"/>
                            </w:rPr>
                            <w:instrText xml:space="preserve"> PAGE </w:instrText>
                          </w:r>
                          <w:r>
                            <w:rPr>
                              <w:rStyle w:val="Seitenzahl"/>
                            </w:rPr>
                            <w:fldChar w:fldCharType="separate"/>
                          </w:r>
                          <w:r w:rsidR="008C59DD">
                            <w:rPr>
                              <w:rStyle w:val="Seitenzahl"/>
                              <w:noProof/>
                            </w:rPr>
                            <w:t>1</w:t>
                          </w:r>
                          <w:r>
                            <w:rPr>
                              <w:rStyle w:val="Seitenzahl"/>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0AB5E2" id="_x0000_t202" coordsize="21600,21600" o:spt="202" path="m,l,21600r21600,l21600,xe">
              <v:stroke joinstyle="miter"/>
              <v:path gradientshapeok="t" o:connecttype="rect"/>
            </v:shapetype>
            <v:shape id="Text Box 1" o:spid="_x0000_s1026" type="#_x0000_t202" style="position:absolute;margin-left:0;margin-top:.05pt;width:5.2pt;height:11.1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" stroked="f">
              <v:fill opacity="0"/>
              <v:textbox inset="0,0,0,0">
                <w:txbxContent>
                  <w:p w14:paraId="497CA854" w14:textId="77777777" w:rsidR="004F7AF1" w:rsidRDefault="004F7AF1">
                    <w:pPr>
                      <w:pStyle w:val="Fuzeile"/>
                    </w:pPr>
                    <w:r>
                      <w:rPr>
                        <w:rStyle w:val="Seitenzahl"/>
                      </w:rPr>
                      <w:fldChar w:fldCharType="begin"/>
                    </w:r>
                    <w:r>
                      <w:rPr>
                        <w:rStyle w:val="Seitenzahl"/>
                      </w:rPr>
                      <w:instrText xml:space="preserve"> PAGE </w:instrText>
                    </w:r>
                    <w:r>
                      <w:rPr>
                        <w:rStyle w:val="Seitenzahl"/>
                      </w:rPr>
                      <w:fldChar w:fldCharType="separate"/>
                    </w:r>
                    <w:r w:rsidR="008C59DD">
                      <w:rPr>
                        <w:rStyle w:val="Seitenzahl"/>
                        <w:noProof/>
                      </w:rPr>
                      <w:t>1</w:t>
                    </w:r>
                    <w:r>
                      <w:rPr>
                        <w:rStyle w:val="Seitenzahl"/>
                      </w:rPr>
                      <w:fldChar w:fldCharType="end"/>
                    </w:r>
                  </w:p>
                </w:txbxContent>
              </v:textbox>
              <w10:wrap type="square" side="largest"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74D86" w14:textId="77777777" w:rsidR="00223558" w:rsidRDefault="0022355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E9ED6" w14:textId="77777777" w:rsidR="004F7AF1" w:rsidRDefault="004F7AF1"/>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95DDF" w14:textId="77777777" w:rsidR="004F7AF1" w:rsidRDefault="004F7AF1"/>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6C180" w14:textId="77777777" w:rsidR="004F7AF1" w:rsidRDefault="004F7A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4732C" w14:textId="77777777" w:rsidR="005F03CA" w:rsidRDefault="005F03CA">
      <w:r>
        <w:separator/>
      </w:r>
    </w:p>
  </w:footnote>
  <w:footnote w:type="continuationSeparator" w:id="0">
    <w:p w14:paraId="0AE3AF62" w14:textId="77777777" w:rsidR="005F03CA" w:rsidRDefault="005F03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21E53" w14:textId="77777777" w:rsidR="00223558" w:rsidRDefault="0022355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4750"/>
      <w:gridCol w:w="4500"/>
    </w:tblGrid>
    <w:tr w:rsidR="004F7AF1" w14:paraId="356E687C" w14:textId="77777777">
      <w:tc>
        <w:tcPr>
          <w:tcW w:w="4750" w:type="dxa"/>
          <w:vAlign w:val="center"/>
        </w:tcPr>
        <w:p w14:paraId="2376AB52" w14:textId="77777777" w:rsidR="004F7AF1" w:rsidRDefault="004F7AF1">
          <w:pPr>
            <w:pStyle w:val="berschrift6"/>
            <w:tabs>
              <w:tab w:val="left" w:pos="0"/>
            </w:tabs>
            <w:snapToGrid w:val="0"/>
          </w:pPr>
          <w:r>
            <w:t>Presse</w:t>
          </w:r>
          <w:r w:rsidR="00223558">
            <w:t>mitteilung</w:t>
          </w:r>
        </w:p>
      </w:tc>
      <w:tc>
        <w:tcPr>
          <w:tcW w:w="4500" w:type="dxa"/>
        </w:tcPr>
        <w:p w14:paraId="1A973239" w14:textId="77777777" w:rsidR="004F7AF1" w:rsidRDefault="00ED53E9">
          <w:pPr>
            <w:pStyle w:val="Kopfzeile"/>
            <w:snapToGrid w:val="0"/>
            <w:jc w:val="right"/>
          </w:pPr>
          <w:r>
            <w:rPr>
              <w:noProof/>
            </w:rPr>
            <w:drawing>
              <wp:inline distT="0" distB="0" distL="0" distR="0" wp14:anchorId="75C6EBE6" wp14:editId="6B54CB5E">
                <wp:extent cx="1225550" cy="49974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5550" cy="499745"/>
                        </a:xfrm>
                        <a:prstGeom prst="rect">
                          <a:avLst/>
                        </a:prstGeom>
                        <a:noFill/>
                      </pic:spPr>
                    </pic:pic>
                  </a:graphicData>
                </a:graphic>
              </wp:inline>
            </w:drawing>
          </w:r>
        </w:p>
      </w:tc>
    </w:tr>
  </w:tbl>
  <w:p w14:paraId="67AB243A" w14:textId="77777777" w:rsidR="00432B36" w:rsidRDefault="00432B36" w:rsidP="00432B3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3EDF5" w14:textId="77777777" w:rsidR="00223558" w:rsidRDefault="00223558">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2743B" w14:textId="77777777" w:rsidR="004F7AF1" w:rsidRDefault="004F7AF1"/>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4E910" w14:textId="77777777" w:rsidR="004F7AF1" w:rsidRDefault="004F7AF1"/>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80450" w14:textId="77777777" w:rsidR="004F7AF1" w:rsidRDefault="004F7AF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8EBBF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BC12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63678F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368BBC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DEC486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A3C899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0D2462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A8039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41AC45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27A4E9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370C0FA0"/>
    <w:lvl w:ilvl="0">
      <w:start w:val="1"/>
      <w:numFmt w:val="none"/>
      <w:pStyle w:val="berschrift1"/>
      <w:suff w:val="nothing"/>
      <w:lvlText w:val=""/>
      <w:lvlJc w:val="left"/>
      <w:pPr>
        <w:tabs>
          <w:tab w:val="num" w:pos="0"/>
        </w:tabs>
        <w:ind w:left="0" w:firstLine="0"/>
      </w:pPr>
    </w:lvl>
    <w:lvl w:ilvl="1">
      <w:start w:val="1"/>
      <w:numFmt w:val="none"/>
      <w:pStyle w:val="berschrift2"/>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berschrift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24190672"/>
    <w:multiLevelType w:val="hybridMultilevel"/>
    <w:tmpl w:val="03F0648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3BF50D1"/>
    <w:multiLevelType w:val="hybridMultilevel"/>
    <w:tmpl w:val="3D9C0FFA"/>
    <w:lvl w:ilvl="0" w:tplc="68FE76D8">
      <w:start w:val="1"/>
      <w:numFmt w:val="bullet"/>
      <w:pStyle w:val="KleintextListe"/>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71214165">
    <w:abstractNumId w:val="10"/>
  </w:num>
  <w:num w:numId="2" w16cid:durableId="765227083">
    <w:abstractNumId w:val="9"/>
  </w:num>
  <w:num w:numId="3" w16cid:durableId="887958499">
    <w:abstractNumId w:val="7"/>
  </w:num>
  <w:num w:numId="4" w16cid:durableId="1190995776">
    <w:abstractNumId w:val="6"/>
  </w:num>
  <w:num w:numId="5" w16cid:durableId="1687558655">
    <w:abstractNumId w:val="5"/>
  </w:num>
  <w:num w:numId="6" w16cid:durableId="660933746">
    <w:abstractNumId w:val="4"/>
  </w:num>
  <w:num w:numId="7" w16cid:durableId="1745569279">
    <w:abstractNumId w:val="8"/>
  </w:num>
  <w:num w:numId="8" w16cid:durableId="51271121">
    <w:abstractNumId w:val="3"/>
  </w:num>
  <w:num w:numId="9" w16cid:durableId="1362434413">
    <w:abstractNumId w:val="2"/>
  </w:num>
  <w:num w:numId="10" w16cid:durableId="531109677">
    <w:abstractNumId w:val="1"/>
  </w:num>
  <w:num w:numId="11" w16cid:durableId="897016618">
    <w:abstractNumId w:val="0"/>
  </w:num>
  <w:num w:numId="12" w16cid:durableId="835875366">
    <w:abstractNumId w:val="12"/>
  </w:num>
  <w:num w:numId="13" w16cid:durableId="106630211">
    <w:abstractNumId w:val="11"/>
  </w:num>
  <w:num w:numId="14" w16cid:durableId="822744139">
    <w:abstractNumId w:val="10"/>
  </w:num>
  <w:num w:numId="15" w16cid:durableId="1181621527">
    <w:abstractNumId w:val="10"/>
  </w:num>
  <w:num w:numId="16" w16cid:durableId="113597035">
    <w:abstractNumId w:val="10"/>
  </w:num>
  <w:num w:numId="17" w16cid:durableId="1615135274">
    <w:abstractNumId w:val="10"/>
  </w:num>
  <w:num w:numId="18" w16cid:durableId="12200928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C64"/>
    <w:rsid w:val="000029D6"/>
    <w:rsid w:val="0001154D"/>
    <w:rsid w:val="000478D9"/>
    <w:rsid w:val="00081A8B"/>
    <w:rsid w:val="00085928"/>
    <w:rsid w:val="000E1D1A"/>
    <w:rsid w:val="000E3A7E"/>
    <w:rsid w:val="000F4C42"/>
    <w:rsid w:val="00126C19"/>
    <w:rsid w:val="00142290"/>
    <w:rsid w:val="0014393C"/>
    <w:rsid w:val="001675E5"/>
    <w:rsid w:val="00171144"/>
    <w:rsid w:val="001B3847"/>
    <w:rsid w:val="001C0834"/>
    <w:rsid w:val="001C4FE8"/>
    <w:rsid w:val="00206228"/>
    <w:rsid w:val="002108F3"/>
    <w:rsid w:val="00212F99"/>
    <w:rsid w:val="00223558"/>
    <w:rsid w:val="002403E9"/>
    <w:rsid w:val="00247169"/>
    <w:rsid w:val="002979E0"/>
    <w:rsid w:val="002C1313"/>
    <w:rsid w:val="002E4550"/>
    <w:rsid w:val="00316BF6"/>
    <w:rsid w:val="003566B9"/>
    <w:rsid w:val="00362CB2"/>
    <w:rsid w:val="003A26FA"/>
    <w:rsid w:val="00415C61"/>
    <w:rsid w:val="00422C11"/>
    <w:rsid w:val="00423F6B"/>
    <w:rsid w:val="00432B36"/>
    <w:rsid w:val="004F7AF1"/>
    <w:rsid w:val="00597F86"/>
    <w:rsid w:val="005D2364"/>
    <w:rsid w:val="005E4151"/>
    <w:rsid w:val="005E5EE8"/>
    <w:rsid w:val="005F03CA"/>
    <w:rsid w:val="006147C8"/>
    <w:rsid w:val="00630E89"/>
    <w:rsid w:val="006733C0"/>
    <w:rsid w:val="006F45B5"/>
    <w:rsid w:val="00721D12"/>
    <w:rsid w:val="007373ED"/>
    <w:rsid w:val="00741DE8"/>
    <w:rsid w:val="00790AAD"/>
    <w:rsid w:val="007B7CCF"/>
    <w:rsid w:val="007E7FC4"/>
    <w:rsid w:val="007F7BAD"/>
    <w:rsid w:val="00805B2C"/>
    <w:rsid w:val="008313ED"/>
    <w:rsid w:val="0085001D"/>
    <w:rsid w:val="008655F5"/>
    <w:rsid w:val="008B41DB"/>
    <w:rsid w:val="008C59DD"/>
    <w:rsid w:val="00907788"/>
    <w:rsid w:val="009811E4"/>
    <w:rsid w:val="009877DF"/>
    <w:rsid w:val="0099558F"/>
    <w:rsid w:val="009B0B04"/>
    <w:rsid w:val="009E4F55"/>
    <w:rsid w:val="00A2061F"/>
    <w:rsid w:val="00B07C64"/>
    <w:rsid w:val="00B51DF2"/>
    <w:rsid w:val="00B6352E"/>
    <w:rsid w:val="00B80EDC"/>
    <w:rsid w:val="00B90322"/>
    <w:rsid w:val="00BE2844"/>
    <w:rsid w:val="00BE41F8"/>
    <w:rsid w:val="00C551DC"/>
    <w:rsid w:val="00CD099A"/>
    <w:rsid w:val="00CD59D1"/>
    <w:rsid w:val="00D031F8"/>
    <w:rsid w:val="00D67D06"/>
    <w:rsid w:val="00D830D9"/>
    <w:rsid w:val="00D84F63"/>
    <w:rsid w:val="00DE1A5C"/>
    <w:rsid w:val="00DE38B8"/>
    <w:rsid w:val="00DF3399"/>
    <w:rsid w:val="00E40FE3"/>
    <w:rsid w:val="00EC4B80"/>
    <w:rsid w:val="00ED53E9"/>
    <w:rsid w:val="00EF0E31"/>
    <w:rsid w:val="00F23547"/>
    <w:rsid w:val="00F4322E"/>
    <w:rsid w:val="00F523EB"/>
    <w:rsid w:val="00F76BB0"/>
    <w:rsid w:val="00F77F50"/>
    <w:rsid w:val="00FC716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B580011"/>
  <w15:docId w15:val="{9AC95959-633A-46F5-9F5B-1B69674BF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733C0"/>
    <w:rPr>
      <w:sz w:val="24"/>
      <w:szCs w:val="24"/>
      <w:lang w:eastAsia="ar-SA"/>
    </w:rPr>
  </w:style>
  <w:style w:type="paragraph" w:styleId="berschrift1">
    <w:name w:val="heading 1"/>
    <w:basedOn w:val="Standard"/>
    <w:next w:val="Standard"/>
    <w:qFormat/>
    <w:rsid w:val="00432B36"/>
    <w:pPr>
      <w:keepNext/>
      <w:numPr>
        <w:numId w:val="1"/>
      </w:numPr>
      <w:spacing w:line="360" w:lineRule="auto"/>
      <w:jc w:val="both"/>
      <w:outlineLvl w:val="0"/>
    </w:pPr>
    <w:rPr>
      <w:rFonts w:ascii="Arial" w:hAnsi="Arial"/>
      <w:b/>
      <w:bCs/>
      <w:sz w:val="28"/>
    </w:rPr>
  </w:style>
  <w:style w:type="paragraph" w:styleId="berschrift2">
    <w:name w:val="heading 2"/>
    <w:basedOn w:val="Standard"/>
    <w:next w:val="Standard"/>
    <w:qFormat/>
    <w:rsid w:val="00432B36"/>
    <w:pPr>
      <w:keepNext/>
      <w:numPr>
        <w:ilvl w:val="1"/>
        <w:numId w:val="1"/>
      </w:numPr>
      <w:spacing w:before="120" w:after="240"/>
      <w:outlineLvl w:val="1"/>
    </w:pPr>
    <w:rPr>
      <w:rFonts w:ascii="Arial" w:hAnsi="Arial" w:cs="Arial"/>
      <w:b/>
      <w:bCs/>
      <w:sz w:val="20"/>
    </w:rPr>
  </w:style>
  <w:style w:type="paragraph" w:styleId="berschrift3">
    <w:name w:val="heading 3"/>
    <w:basedOn w:val="Standard"/>
    <w:next w:val="Standard"/>
    <w:qFormat/>
    <w:rsid w:val="006733C0"/>
    <w:pPr>
      <w:keepNext/>
      <w:numPr>
        <w:ilvl w:val="2"/>
        <w:numId w:val="1"/>
      </w:numPr>
      <w:spacing w:before="240" w:after="120"/>
      <w:outlineLvl w:val="2"/>
    </w:pPr>
    <w:rPr>
      <w:rFonts w:ascii="Arial" w:hAnsi="Arial" w:cs="Arial"/>
      <w:b/>
      <w:bCs/>
      <w:sz w:val="20"/>
    </w:rPr>
  </w:style>
  <w:style w:type="paragraph" w:styleId="berschrift6">
    <w:name w:val="heading 6"/>
    <w:aliases w:val="Kopf"/>
    <w:basedOn w:val="Standard"/>
    <w:next w:val="Standard"/>
    <w:qFormat/>
    <w:rsid w:val="00432B36"/>
    <w:pPr>
      <w:keepNext/>
      <w:numPr>
        <w:ilvl w:val="5"/>
        <w:numId w:val="1"/>
      </w:numPr>
      <w:spacing w:after="360" w:line="360" w:lineRule="auto"/>
      <w:jc w:val="both"/>
      <w:outlineLvl w:val="5"/>
    </w:pPr>
    <w:rPr>
      <w:rFonts w:ascii="Arial" w:hAnsi="Arial"/>
      <w:b/>
      <w:bCs/>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styleId="Seitenzahl">
    <w:name w:val="page number"/>
    <w:basedOn w:val="WW-Absatz-Standardschriftart111111"/>
  </w:style>
  <w:style w:type="character" w:styleId="Hyperlink">
    <w:name w:val="Hyperlink"/>
    <w:rsid w:val="00805B2C"/>
    <w:rPr>
      <w:color w:val="0000FF"/>
      <w:sz w:val="16"/>
      <w:u w:val="single"/>
    </w:rPr>
  </w:style>
  <w:style w:type="character" w:customStyle="1" w:styleId="Kommentarzeichen1">
    <w:name w:val="Kommentarzeichen1"/>
    <w:rPr>
      <w:sz w:val="16"/>
      <w:szCs w:val="16"/>
    </w:rPr>
  </w:style>
  <w:style w:type="paragraph" w:customStyle="1" w:styleId="berschrift">
    <w:name w:val="Überschrift"/>
    <w:basedOn w:val="Standard"/>
    <w:next w:val="Textkrper"/>
    <w:pPr>
      <w:keepNext/>
      <w:spacing w:before="240" w:after="120"/>
    </w:pPr>
    <w:rPr>
      <w:rFonts w:ascii="Arial" w:eastAsia="MS Mincho" w:hAnsi="Arial" w:cs="Tahoma"/>
      <w:sz w:val="28"/>
      <w:szCs w:val="28"/>
    </w:rPr>
  </w:style>
  <w:style w:type="paragraph" w:styleId="Textkrper">
    <w:name w:val="Body Text"/>
    <w:basedOn w:val="Standard"/>
    <w:link w:val="TextkrperZchn"/>
    <w:rPr>
      <w:rFonts w:ascii="Arial" w:hAnsi="Arial" w:cs="Arial"/>
      <w:b/>
      <w:bCs/>
      <w:sz w:val="20"/>
    </w:rPr>
  </w:style>
  <w:style w:type="paragraph" w:styleId="Liste">
    <w:name w:val="List"/>
    <w:basedOn w:val="Textkrper"/>
  </w:style>
  <w:style w:type="paragraph" w:customStyle="1" w:styleId="Beschriftung1">
    <w:name w:val="Beschriftung1"/>
    <w:basedOn w:val="Standard"/>
    <w:pPr>
      <w:suppressLineNumbers/>
      <w:spacing w:before="120" w:after="120"/>
    </w:pPr>
    <w:rPr>
      <w:i/>
      <w:iCs/>
    </w:rPr>
  </w:style>
  <w:style w:type="paragraph" w:customStyle="1" w:styleId="Verzeichnis">
    <w:name w:val="Verzeichnis"/>
    <w:basedOn w:val="Standard"/>
    <w:pPr>
      <w:suppressLineNumbers/>
    </w:pPr>
  </w:style>
  <w:style w:type="paragraph" w:styleId="Fuzeile">
    <w:name w:val="footer"/>
    <w:basedOn w:val="Standard"/>
    <w:pPr>
      <w:tabs>
        <w:tab w:val="center" w:pos="4536"/>
        <w:tab w:val="right" w:pos="9072"/>
      </w:tabs>
      <w:spacing w:line="360" w:lineRule="auto"/>
      <w:jc w:val="both"/>
    </w:pPr>
    <w:rPr>
      <w:rFonts w:ascii="Arial" w:hAnsi="Arial"/>
      <w:sz w:val="20"/>
    </w:rPr>
  </w:style>
  <w:style w:type="paragraph" w:customStyle="1" w:styleId="Text">
    <w:name w:val="Text"/>
    <w:basedOn w:val="Standard"/>
    <w:pPr>
      <w:spacing w:after="360" w:line="360" w:lineRule="auto"/>
      <w:jc w:val="both"/>
    </w:pPr>
    <w:rPr>
      <w:rFonts w:ascii="Arial" w:hAnsi="Arial"/>
      <w:sz w:val="20"/>
      <w:szCs w:val="20"/>
    </w:rPr>
  </w:style>
  <w:style w:type="paragraph" w:customStyle="1" w:styleId="Kurzfassung">
    <w:name w:val="Kurzfassung"/>
    <w:basedOn w:val="Text"/>
    <w:next w:val="Text"/>
    <w:rPr>
      <w:b/>
    </w:rPr>
  </w:style>
  <w:style w:type="paragraph" w:customStyle="1" w:styleId="Kleintext">
    <w:name w:val="Kleintext"/>
    <w:basedOn w:val="Standard"/>
    <w:rsid w:val="006733C0"/>
    <w:pPr>
      <w:spacing w:before="120" w:after="240"/>
    </w:pPr>
    <w:rPr>
      <w:rFonts w:ascii="Arial" w:eastAsia="ArialMT" w:hAnsi="Arial" w:cs="Arial"/>
      <w:sz w:val="16"/>
      <w:szCs w:val="15"/>
    </w:rPr>
  </w:style>
  <w:style w:type="paragraph" w:customStyle="1" w:styleId="KleintextListe">
    <w:name w:val="Kleintext_Liste"/>
    <w:basedOn w:val="Kleintext"/>
    <w:qFormat/>
    <w:rsid w:val="00597F86"/>
    <w:pPr>
      <w:numPr>
        <w:numId w:val="12"/>
      </w:numPr>
      <w:tabs>
        <w:tab w:val="left" w:pos="284"/>
      </w:tabs>
      <w:spacing w:before="40" w:after="40"/>
      <w:ind w:left="568" w:hanging="284"/>
    </w:pPr>
  </w:style>
  <w:style w:type="paragraph" w:customStyle="1" w:styleId="Dokumentstruktur1">
    <w:name w:val="Dokumentstruktur1"/>
    <w:basedOn w:val="Standard"/>
    <w:pPr>
      <w:shd w:val="clear" w:color="auto" w:fill="000080"/>
    </w:pPr>
    <w:rPr>
      <w:rFonts w:ascii="Tahoma" w:hAnsi="Tahoma" w:cs="Tahoma"/>
    </w:rPr>
  </w:style>
  <w:style w:type="paragraph" w:styleId="Kopfzeile">
    <w:name w:val="header"/>
    <w:basedOn w:val="Standard"/>
    <w:pPr>
      <w:tabs>
        <w:tab w:val="center" w:pos="4536"/>
        <w:tab w:val="right" w:pos="9072"/>
      </w:tabs>
    </w:pPr>
  </w:style>
  <w:style w:type="paragraph" w:customStyle="1" w:styleId="Kommentartext1">
    <w:name w:val="Kommentartext1"/>
    <w:basedOn w:val="Standard"/>
    <w:rPr>
      <w:sz w:val="20"/>
      <w:szCs w:val="20"/>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Rahmeninhalt">
    <w:name w:val="Rahmeninhalt"/>
    <w:basedOn w:val="Textkrper"/>
  </w:style>
  <w:style w:type="paragraph" w:styleId="Sprechblasentext">
    <w:name w:val="Balloon Text"/>
    <w:basedOn w:val="Standard"/>
    <w:link w:val="SprechblasentextZchn"/>
    <w:uiPriority w:val="99"/>
    <w:semiHidden/>
    <w:unhideWhenUsed/>
    <w:rsid w:val="0001154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154D"/>
    <w:rPr>
      <w:rFonts w:ascii="Tahoma" w:hAnsi="Tahoma" w:cs="Tahoma"/>
      <w:sz w:val="16"/>
      <w:szCs w:val="16"/>
      <w:lang w:eastAsia="ar-SA"/>
    </w:rPr>
  </w:style>
  <w:style w:type="paragraph" w:customStyle="1" w:styleId="Kleintextfett">
    <w:name w:val="Kleintext_fett"/>
    <w:basedOn w:val="Standard"/>
    <w:qFormat/>
    <w:rsid w:val="00597F86"/>
    <w:pPr>
      <w:snapToGrid w:val="0"/>
      <w:spacing w:before="240" w:after="120"/>
    </w:pPr>
    <w:rPr>
      <w:rFonts w:ascii="Arial" w:hAnsi="Arial" w:cs="Arial"/>
      <w:b/>
      <w:bCs/>
      <w:sz w:val="16"/>
      <w:szCs w:val="15"/>
    </w:rPr>
  </w:style>
  <w:style w:type="paragraph" w:customStyle="1" w:styleId="OrtDatum">
    <w:name w:val="Ort_Datum"/>
    <w:qFormat/>
    <w:rsid w:val="006733C0"/>
    <w:pPr>
      <w:spacing w:after="360"/>
    </w:pPr>
    <w:rPr>
      <w:rFonts w:ascii="Arial" w:hAnsi="Arial" w:cs="Arial"/>
      <w:b/>
      <w:bCs/>
      <w:sz w:val="24"/>
      <w:szCs w:val="24"/>
      <w:lang w:eastAsia="ar-SA"/>
    </w:rPr>
  </w:style>
  <w:style w:type="paragraph" w:customStyle="1" w:styleId="Intro">
    <w:name w:val="Intro"/>
    <w:qFormat/>
    <w:rsid w:val="006733C0"/>
    <w:pPr>
      <w:spacing w:after="170"/>
    </w:pPr>
    <w:rPr>
      <w:rFonts w:ascii="Arial" w:hAnsi="Arial"/>
      <w:b/>
      <w:bCs/>
      <w:szCs w:val="24"/>
      <w:lang w:eastAsia="ar-SA"/>
    </w:rPr>
  </w:style>
  <w:style w:type="character" w:customStyle="1" w:styleId="TextkrperZchn">
    <w:name w:val="Textkörper Zchn"/>
    <w:basedOn w:val="Absatz-Standardschriftart"/>
    <w:link w:val="Textkrper"/>
    <w:rsid w:val="006733C0"/>
    <w:rPr>
      <w:rFonts w:ascii="Arial" w:hAnsi="Arial" w:cs="Arial"/>
      <w:b/>
      <w:bCs/>
      <w:szCs w:val="24"/>
      <w:lang w:eastAsia="ar-SA"/>
    </w:rPr>
  </w:style>
  <w:style w:type="character" w:styleId="NichtaufgelsteErwhnung">
    <w:name w:val="Unresolved Mention"/>
    <w:basedOn w:val="Absatz-Standardschriftart"/>
    <w:uiPriority w:val="99"/>
    <w:semiHidden/>
    <w:unhideWhenUsed/>
    <w:rsid w:val="0014393C"/>
    <w:rPr>
      <w:color w:val="808080"/>
      <w:shd w:val="clear" w:color="auto" w:fill="E6E6E6"/>
    </w:rPr>
  </w:style>
  <w:style w:type="paragraph" w:styleId="berarbeitung">
    <w:name w:val="Revision"/>
    <w:hidden/>
    <w:uiPriority w:val="99"/>
    <w:semiHidden/>
    <w:rsid w:val="005E4151"/>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disy.net"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disy.net/" TargetMode="External"/><Relationship Id="rId23" Type="http://schemas.openxmlformats.org/officeDocument/2006/relationships/footer" Target="footer6.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presse@disy.net" TargetMode="Externa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X:\marketingvertrieb\Communications\Vorlagen\Vorlage_Disy_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4C2EAD-C0C9-4F22-AB05-E205AD612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Vorlage_Disy_PM.dotx</Template>
  <TotalTime>0</TotalTime>
  <Pages>3</Pages>
  <Words>902</Words>
  <Characters>5686</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6575</CharactersWithSpaces>
  <SharedDoc>false</SharedDoc>
  <HLinks>
    <vt:vector size="18" baseType="variant">
      <vt:variant>
        <vt:i4>5767258</vt:i4>
      </vt:variant>
      <vt:variant>
        <vt:i4>6</vt:i4>
      </vt:variant>
      <vt:variant>
        <vt:i4>0</vt:i4>
      </vt:variant>
      <vt:variant>
        <vt:i4>5</vt:i4>
      </vt:variant>
      <vt:variant>
        <vt:lpwstr>http://www.disy.net/</vt:lpwstr>
      </vt:variant>
      <vt:variant>
        <vt:lpwstr/>
      </vt:variant>
      <vt:variant>
        <vt:i4>5570665</vt:i4>
      </vt:variant>
      <vt:variant>
        <vt:i4>3</vt:i4>
      </vt:variant>
      <vt:variant>
        <vt:i4>0</vt:i4>
      </vt:variant>
      <vt:variant>
        <vt:i4>5</vt:i4>
      </vt:variant>
      <vt:variant>
        <vt:lpwstr>mailto:tietz@disy.net</vt:lpwstr>
      </vt:variant>
      <vt:variant>
        <vt:lpwstr/>
      </vt:variant>
      <vt:variant>
        <vt:i4>3735654</vt:i4>
      </vt:variant>
      <vt:variant>
        <vt:i4>0</vt:i4>
      </vt:variant>
      <vt:variant>
        <vt:i4>0</vt:i4>
      </vt:variant>
      <vt:variant>
        <vt:i4>5</vt:i4>
      </vt:variant>
      <vt:variant>
        <vt:lpwstr>http://www.disy.net/presse.html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Astrid Fennen-Weigel</dc:creator>
  <cp:lastModifiedBy>Astrid Fennen-Weigel</cp:lastModifiedBy>
  <cp:revision>8</cp:revision>
  <cp:lastPrinted>2012-08-27T08:59:00Z</cp:lastPrinted>
  <dcterms:created xsi:type="dcterms:W3CDTF">2024-10-28T21:28:00Z</dcterms:created>
  <dcterms:modified xsi:type="dcterms:W3CDTF">2024-11-18T10:51:00Z</dcterms:modified>
</cp:coreProperties>
</file>