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5E3B29" w14:textId="420C7B2D" w:rsidR="00E40857" w:rsidRDefault="00986894" w:rsidP="008F2E29">
      <w:pPr>
        <w:rPr>
          <w:rFonts w:ascii="Arial" w:hAnsi="Arial"/>
          <w:b/>
          <w:bCs/>
          <w:sz w:val="36"/>
          <w:szCs w:val="36"/>
        </w:rPr>
      </w:pPr>
      <w:r w:rsidRPr="00E40857">
        <w:rPr>
          <w:rFonts w:ascii="Arial" w:hAnsi="Arial"/>
          <w:b/>
          <w:bCs/>
          <w:sz w:val="36"/>
          <w:szCs w:val="36"/>
        </w:rPr>
        <w:t>Anlage zur Pressemitteilun</w:t>
      </w:r>
      <w:r w:rsidR="009668D0">
        <w:rPr>
          <w:rFonts w:ascii="Arial" w:hAnsi="Arial"/>
          <w:b/>
          <w:bCs/>
          <w:sz w:val="36"/>
          <w:szCs w:val="36"/>
        </w:rPr>
        <w:t>g</w:t>
      </w:r>
    </w:p>
    <w:p w14:paraId="6A108F26" w14:textId="77777777" w:rsidR="00E40857" w:rsidRPr="00E40857" w:rsidRDefault="00E40857" w:rsidP="008F2E29">
      <w:pPr>
        <w:rPr>
          <w:rFonts w:ascii="Arial" w:hAnsi="Arial"/>
          <w:b/>
          <w:bCs/>
          <w:sz w:val="36"/>
          <w:szCs w:val="36"/>
        </w:rPr>
      </w:pPr>
    </w:p>
    <w:p w14:paraId="3F853F33" w14:textId="1EF666C4" w:rsidR="00B63190" w:rsidRDefault="00A72624" w:rsidP="00E40857">
      <w:pPr>
        <w:spacing w:line="360" w:lineRule="auto"/>
        <w:rPr>
          <w:rFonts w:ascii="Arial" w:hAnsi="Arial"/>
          <w:b/>
          <w:bCs/>
          <w:sz w:val="28"/>
        </w:rPr>
      </w:pPr>
      <w:r w:rsidRPr="00A72624">
        <w:rPr>
          <w:rFonts w:ascii="Arial" w:hAnsi="Arial"/>
          <w:b/>
          <w:bCs/>
          <w:sz w:val="28"/>
        </w:rPr>
        <w:t>Digital gegen Gewalt: BMBF-Forschungsprojekt InGe entwickelt innovative Meldeplattform</w:t>
      </w:r>
    </w:p>
    <w:p w14:paraId="67B1DC96" w14:textId="61522D36" w:rsidR="00432B36" w:rsidRPr="00950819" w:rsidRDefault="00E40857" w:rsidP="00E40857">
      <w:pPr>
        <w:spacing w:line="360" w:lineRule="auto"/>
        <w:rPr>
          <w:rFonts w:ascii="Arial" w:hAnsi="Arial"/>
          <w:b/>
          <w:bCs/>
        </w:rPr>
      </w:pPr>
      <w:r w:rsidRPr="00950819">
        <w:rPr>
          <w:rFonts w:ascii="Arial" w:hAnsi="Arial"/>
          <w:b/>
          <w:bCs/>
        </w:rPr>
        <w:t xml:space="preserve">Karlsruhe, </w:t>
      </w:r>
      <w:r w:rsidR="00502D25">
        <w:rPr>
          <w:rFonts w:ascii="Arial" w:hAnsi="Arial"/>
          <w:b/>
          <w:bCs/>
        </w:rPr>
        <w:t>19</w:t>
      </w:r>
      <w:r w:rsidR="00FC56C7">
        <w:rPr>
          <w:rFonts w:ascii="Arial" w:hAnsi="Arial"/>
          <w:b/>
          <w:bCs/>
        </w:rPr>
        <w:t>.</w:t>
      </w:r>
      <w:r w:rsidR="00B31CF3">
        <w:rPr>
          <w:rFonts w:ascii="Arial" w:hAnsi="Arial"/>
          <w:b/>
          <w:bCs/>
        </w:rPr>
        <w:t>1</w:t>
      </w:r>
      <w:r w:rsidR="00392EF8">
        <w:rPr>
          <w:rFonts w:ascii="Arial" w:hAnsi="Arial"/>
          <w:b/>
          <w:bCs/>
        </w:rPr>
        <w:t>1</w:t>
      </w:r>
      <w:r w:rsidR="00986894" w:rsidRPr="00950819">
        <w:rPr>
          <w:rFonts w:ascii="Arial" w:hAnsi="Arial"/>
          <w:b/>
          <w:bCs/>
        </w:rPr>
        <w:t>.</w:t>
      </w:r>
      <w:r w:rsidR="00BA7AE1" w:rsidRPr="00950819">
        <w:rPr>
          <w:rFonts w:ascii="Arial" w:hAnsi="Arial"/>
          <w:b/>
          <w:bCs/>
        </w:rPr>
        <w:t>202</w:t>
      </w:r>
      <w:r w:rsidR="00391EFD">
        <w:rPr>
          <w:rFonts w:ascii="Arial" w:hAnsi="Arial"/>
          <w:b/>
          <w:bCs/>
        </w:rPr>
        <w:t>4</w:t>
      </w:r>
    </w:p>
    <w:p w14:paraId="2D686499" w14:textId="77777777" w:rsidR="00986894" w:rsidRDefault="00986894" w:rsidP="00986894">
      <w:pPr>
        <w:rPr>
          <w:rFonts w:ascii="Arial" w:hAnsi="Arial"/>
          <w:b/>
          <w:bCs/>
          <w:sz w:val="28"/>
        </w:rPr>
      </w:pPr>
    </w:p>
    <w:p w14:paraId="18E80FF6" w14:textId="0DC0344C" w:rsidR="00986894" w:rsidRPr="008F2E29" w:rsidRDefault="00986894" w:rsidP="00986894">
      <w:pPr>
        <w:rPr>
          <w:rFonts w:ascii="Arial" w:hAnsi="Arial"/>
          <w:b/>
          <w:bCs/>
        </w:rPr>
      </w:pPr>
      <w:r w:rsidRPr="008F2E29">
        <w:rPr>
          <w:rFonts w:ascii="Arial" w:hAnsi="Arial"/>
          <w:b/>
          <w:bCs/>
        </w:rPr>
        <w:t>Grafiken mit Abbildungsbeschriftung und Bild</w:t>
      </w:r>
      <w:r w:rsidR="00E40482">
        <w:rPr>
          <w:rFonts w:ascii="Arial" w:hAnsi="Arial"/>
          <w:b/>
          <w:bCs/>
        </w:rPr>
        <w:t>rechte</w:t>
      </w:r>
      <w:r w:rsidR="009F14C0">
        <w:rPr>
          <w:rFonts w:ascii="Arial" w:hAnsi="Arial"/>
          <w:b/>
          <w:bCs/>
        </w:rPr>
        <w:t>n</w:t>
      </w:r>
    </w:p>
    <w:p w14:paraId="19B903B2" w14:textId="77777777" w:rsidR="00986894" w:rsidRDefault="00986894" w:rsidP="00986894">
      <w:pPr>
        <w:rPr>
          <w:highlight w:val="yellow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811"/>
      </w:tblGrid>
      <w:tr w:rsidR="00FA3BE2" w14:paraId="0405838C" w14:textId="77777777" w:rsidTr="00627242">
        <w:tc>
          <w:tcPr>
            <w:tcW w:w="3261" w:type="dxa"/>
          </w:tcPr>
          <w:p w14:paraId="4D42FE0D" w14:textId="77777777" w:rsidR="00D80FC8" w:rsidRDefault="00C16661" w:rsidP="00D1202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154A6D29" wp14:editId="58BC1270">
                  <wp:extent cx="1781298" cy="1222460"/>
                  <wp:effectExtent l="0" t="0" r="952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7075" cy="1226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CF8766" w14:textId="16C63745" w:rsidR="00C16661" w:rsidRPr="001A3F7D" w:rsidRDefault="00C16661" w:rsidP="00D1202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11" w:type="dxa"/>
          </w:tcPr>
          <w:p w14:paraId="2EEF84C4" w14:textId="7A643118" w:rsidR="004F11C1" w:rsidRDefault="00207AE4" w:rsidP="00986894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177570161"/>
            <w:r w:rsidRPr="00207AE4">
              <w:rPr>
                <w:rFonts w:ascii="Arial" w:hAnsi="Arial" w:cs="Arial"/>
                <w:sz w:val="20"/>
                <w:szCs w:val="20"/>
              </w:rPr>
              <w:t>Im BM</w:t>
            </w:r>
            <w:r w:rsidR="00392EF8">
              <w:rPr>
                <w:rFonts w:ascii="Arial" w:hAnsi="Arial" w:cs="Arial"/>
                <w:sz w:val="20"/>
                <w:szCs w:val="20"/>
              </w:rPr>
              <w:t>BF</w:t>
            </w:r>
            <w:r w:rsidRPr="00207AE4">
              <w:rPr>
                <w:rFonts w:ascii="Arial" w:hAnsi="Arial" w:cs="Arial"/>
                <w:sz w:val="20"/>
                <w:szCs w:val="20"/>
              </w:rPr>
              <w:t xml:space="preserve">-Forschungsprojekt </w:t>
            </w:r>
            <w:r w:rsidR="00392EF8">
              <w:rPr>
                <w:rFonts w:ascii="Arial" w:hAnsi="Arial" w:cs="Arial"/>
                <w:sz w:val="20"/>
                <w:szCs w:val="20"/>
              </w:rPr>
              <w:t>InGe</w:t>
            </w:r>
            <w:r w:rsidRPr="00207AE4">
              <w:rPr>
                <w:rFonts w:ascii="Arial" w:hAnsi="Arial" w:cs="Arial"/>
                <w:sz w:val="20"/>
                <w:szCs w:val="20"/>
              </w:rPr>
              <w:t xml:space="preserve"> wurde ein</w:t>
            </w:r>
            <w:r w:rsidR="00816E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6E05" w:rsidRPr="00816E05">
              <w:rPr>
                <w:rFonts w:ascii="Arial" w:hAnsi="Arial" w:cs="Arial"/>
                <w:sz w:val="20"/>
                <w:szCs w:val="20"/>
              </w:rPr>
              <w:t>Prototyp eines Meldeportals und eines Lagebildsystems für Gewaltvorfälle gegen Mitarbeitende des öffentlichen Dienstes</w:t>
            </w:r>
            <w:r w:rsidR="00392E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7AE4">
              <w:rPr>
                <w:rFonts w:ascii="Arial" w:hAnsi="Arial" w:cs="Arial"/>
                <w:sz w:val="20"/>
                <w:szCs w:val="20"/>
              </w:rPr>
              <w:t>entwickelt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bookmarkEnd w:id="0"/>
          <w:p w14:paraId="0A6FA499" w14:textId="77777777" w:rsidR="004F11C1" w:rsidRDefault="004F11C1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024CEC" w14:textId="5F89F181" w:rsidR="003F2AC8" w:rsidRDefault="00A4723D" w:rsidP="00FA3BE2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GmbH</w:t>
            </w:r>
          </w:p>
          <w:p w14:paraId="646FC84F" w14:textId="77777777" w:rsidR="00627242" w:rsidRDefault="00627242" w:rsidP="00FA3B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2DCC5A" w14:textId="1FB86409" w:rsidR="00FA3BE2" w:rsidRPr="001A3F7D" w:rsidRDefault="00FA3BE2" w:rsidP="00FA3BE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A3BE2" w14:paraId="5E197BCA" w14:textId="77777777" w:rsidTr="00627242">
        <w:tc>
          <w:tcPr>
            <w:tcW w:w="3261" w:type="dxa"/>
          </w:tcPr>
          <w:p w14:paraId="3A81D5A5" w14:textId="77777777" w:rsidR="00207AE4" w:rsidRDefault="00C756EB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5DA0D5" wp14:editId="7953CA54">
                  <wp:extent cx="1807587" cy="1206000"/>
                  <wp:effectExtent l="0" t="0" r="254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587" cy="120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6C8AAE" w14:textId="36834BD4" w:rsidR="00392EF8" w:rsidRDefault="00392EF8" w:rsidP="00D12029">
            <w:pPr>
              <w:rPr>
                <w:noProof/>
              </w:rPr>
            </w:pPr>
          </w:p>
        </w:tc>
        <w:tc>
          <w:tcPr>
            <w:tcW w:w="5811" w:type="dxa"/>
          </w:tcPr>
          <w:p w14:paraId="6A3C28A2" w14:textId="27CB4463" w:rsidR="00542D0B" w:rsidRDefault="00392EF8" w:rsidP="00E40482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  <w:bookmarkStart w:id="1" w:name="_Hlk177569649"/>
            <w:r w:rsidRPr="00392EF8">
              <w:rPr>
                <w:rFonts w:ascii="Arial" w:eastAsia="MS Mincho" w:hAnsi="Arial" w:cs="Arial"/>
                <w:sz w:val="20"/>
                <w:szCs w:val="20"/>
                <w:lang w:eastAsia="de-DE"/>
              </w:rPr>
              <w:t xml:space="preserve">InGe Konsortium und Projektbeirat bei der Vorstellung der Projektergebnisse des BMBF-Forschungsprojekts InGe </w:t>
            </w:r>
            <w:r w:rsidR="00542D0B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i</w:t>
            </w:r>
            <w:r w:rsidR="00542D0B" w:rsidRPr="00542D0B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m Beisein des stellvertretenden Ministerpräsidenten und Ministers des Inneren, für Digitalisierung und Kommunen Baden-Württemberg Thomas Strobl</w:t>
            </w:r>
          </w:p>
          <w:p w14:paraId="267A90B7" w14:textId="77777777" w:rsidR="00542D0B" w:rsidRDefault="00542D0B" w:rsidP="00E40482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  <w:bookmarkEnd w:id="1"/>
          <w:p w14:paraId="552EC73D" w14:textId="7A39B408" w:rsidR="00E40482" w:rsidRDefault="00A4723D" w:rsidP="00E40482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2EF8">
              <w:rPr>
                <w:rFonts w:ascii="Arial" w:hAnsi="Arial" w:cs="Arial"/>
                <w:sz w:val="20"/>
                <w:szCs w:val="20"/>
              </w:rPr>
              <w:t>Polizei BW</w:t>
            </w:r>
          </w:p>
          <w:p w14:paraId="39110C81" w14:textId="1B6F2254" w:rsidR="00FA3BE2" w:rsidRPr="00E40482" w:rsidRDefault="00FA3BE2" w:rsidP="00E40482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</w:tc>
      </w:tr>
      <w:tr w:rsidR="00392EF8" w14:paraId="24E90A1C" w14:textId="77777777" w:rsidTr="00627242">
        <w:tc>
          <w:tcPr>
            <w:tcW w:w="3261" w:type="dxa"/>
          </w:tcPr>
          <w:p w14:paraId="43701FD2" w14:textId="77777777" w:rsidR="00392EF8" w:rsidRDefault="00392EF8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5E4651" wp14:editId="289D5D0A">
                  <wp:extent cx="1890000" cy="189291"/>
                  <wp:effectExtent l="0" t="0" r="0" b="127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000" cy="189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13016" w14:textId="77777777" w:rsidR="00392EF8" w:rsidRDefault="00392EF8" w:rsidP="00D12029">
            <w:pPr>
              <w:rPr>
                <w:noProof/>
              </w:rPr>
            </w:pPr>
          </w:p>
          <w:p w14:paraId="379E6EA0" w14:textId="261B537A" w:rsidR="00392EF8" w:rsidRDefault="00392EF8" w:rsidP="00D12029">
            <w:pPr>
              <w:rPr>
                <w:noProof/>
              </w:rPr>
            </w:pPr>
          </w:p>
        </w:tc>
        <w:tc>
          <w:tcPr>
            <w:tcW w:w="5811" w:type="dxa"/>
          </w:tcPr>
          <w:p w14:paraId="78DC3954" w14:textId="77777777" w:rsidR="00392EF8" w:rsidRDefault="00392EF8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392EF8">
              <w:rPr>
                <w:rFonts w:ascii="Arial" w:hAnsi="Arial" w:cs="Arial"/>
                <w:sz w:val="20"/>
                <w:szCs w:val="20"/>
              </w:rPr>
              <w:t>Die Projektpartner des vom BMBF-geförderten Forschungsprojekts InGe</w:t>
            </w:r>
          </w:p>
          <w:p w14:paraId="434531B0" w14:textId="77777777" w:rsidR="00542D0B" w:rsidRDefault="00542D0B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9016E3" w14:textId="77777777" w:rsidR="00542D0B" w:rsidRDefault="00542D0B" w:rsidP="00542D0B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GmbH</w:t>
            </w:r>
          </w:p>
          <w:p w14:paraId="5406D367" w14:textId="5C6F3FEF" w:rsidR="00542D0B" w:rsidRDefault="00542D0B" w:rsidP="00986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BE2" w14:paraId="07FFFBB5" w14:textId="77777777" w:rsidTr="00627242">
        <w:tc>
          <w:tcPr>
            <w:tcW w:w="3261" w:type="dxa"/>
          </w:tcPr>
          <w:p w14:paraId="331D1E08" w14:textId="641F46CC" w:rsidR="00BD78B4" w:rsidRDefault="00BD78B4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E194C09" wp14:editId="4BE65FE2">
                  <wp:extent cx="1890000" cy="836797"/>
                  <wp:effectExtent l="0" t="0" r="0" b="190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000" cy="836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1" w:type="dxa"/>
          </w:tcPr>
          <w:p w14:paraId="0806AEDE" w14:textId="6087F2F5" w:rsidR="00382E01" w:rsidRDefault="00392EF8" w:rsidP="00986894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177570902"/>
            <w:r w:rsidRPr="00392EF8">
              <w:rPr>
                <w:rFonts w:ascii="Arial" w:hAnsi="Arial" w:cs="Arial"/>
                <w:sz w:val="20"/>
                <w:szCs w:val="20"/>
              </w:rPr>
              <w:t>Konzeption der neuen Meldeplattform für Gewaltvorfälle im öffentlichen Dienst</w:t>
            </w:r>
            <w:bookmarkEnd w:id="2"/>
          </w:p>
          <w:p w14:paraId="0FB8CDD7" w14:textId="77777777" w:rsidR="00392EF8" w:rsidRDefault="00392EF8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997D14" w14:textId="77777777" w:rsidR="00A4723D" w:rsidRDefault="00A4723D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GmbH</w:t>
            </w:r>
          </w:p>
          <w:p w14:paraId="3868EF03" w14:textId="77777777" w:rsidR="00627242" w:rsidRDefault="00627242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15F25E" w14:textId="56D0FEC2" w:rsidR="002B7B1A" w:rsidRPr="00B5766D" w:rsidRDefault="002B7B1A" w:rsidP="00986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7B1A" w14:paraId="577DD165" w14:textId="77777777" w:rsidTr="00627242">
        <w:tc>
          <w:tcPr>
            <w:tcW w:w="3261" w:type="dxa"/>
          </w:tcPr>
          <w:p w14:paraId="021FBB55" w14:textId="4118165B" w:rsidR="002B7B1A" w:rsidRDefault="00392EF8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1E81CA" wp14:editId="326AF283">
                  <wp:extent cx="1911987" cy="1134000"/>
                  <wp:effectExtent l="0" t="0" r="0" b="952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987" cy="113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1" w:type="dxa"/>
          </w:tcPr>
          <w:p w14:paraId="46516C19" w14:textId="77777777" w:rsidR="002B7B1A" w:rsidRDefault="00392EF8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392EF8">
              <w:rPr>
                <w:rFonts w:ascii="Arial" w:hAnsi="Arial" w:cs="Arial"/>
                <w:sz w:val="20"/>
                <w:szCs w:val="20"/>
              </w:rPr>
              <w:t>Zusammengefasste Meldung eines Gewaltvorfalls in der Meldeplattform auf Basis von disy Cadenza – Darstellung basiert auf Demodaten</w:t>
            </w:r>
          </w:p>
          <w:p w14:paraId="4DEFADB7" w14:textId="77777777" w:rsidR="00392EF8" w:rsidRDefault="00392EF8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F0D695" w14:textId="77777777" w:rsidR="00392EF8" w:rsidRPr="00392EF8" w:rsidRDefault="00392EF8" w:rsidP="00392E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626307" w14:textId="0B64D44B" w:rsidR="00392EF8" w:rsidRDefault="00392EF8" w:rsidP="00392EF8">
            <w:pPr>
              <w:rPr>
                <w:rFonts w:ascii="Arial" w:hAnsi="Arial" w:cs="Arial"/>
                <w:sz w:val="20"/>
                <w:szCs w:val="20"/>
              </w:rPr>
            </w:pPr>
            <w:r w:rsidRPr="00392EF8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392EF8">
              <w:rPr>
                <w:rFonts w:ascii="Arial" w:hAnsi="Arial" w:cs="Arial"/>
                <w:sz w:val="20"/>
                <w:szCs w:val="20"/>
              </w:rPr>
              <w:t xml:space="preserve"> Disy Informationssysteme GmbH</w:t>
            </w:r>
          </w:p>
        </w:tc>
      </w:tr>
      <w:tr w:rsidR="002B7B1A" w14:paraId="6B9391BC" w14:textId="77777777" w:rsidTr="00627242">
        <w:tc>
          <w:tcPr>
            <w:tcW w:w="3261" w:type="dxa"/>
          </w:tcPr>
          <w:p w14:paraId="6445F712" w14:textId="77777777" w:rsidR="002B7B1A" w:rsidRDefault="002B7B1A" w:rsidP="00D12029">
            <w:pPr>
              <w:rPr>
                <w:noProof/>
              </w:rPr>
            </w:pPr>
          </w:p>
        </w:tc>
        <w:tc>
          <w:tcPr>
            <w:tcW w:w="5811" w:type="dxa"/>
          </w:tcPr>
          <w:p w14:paraId="6B245311" w14:textId="77777777" w:rsidR="002B7B1A" w:rsidRDefault="002B7B1A" w:rsidP="00986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7B1A" w14:paraId="4CDD8D1B" w14:textId="77777777" w:rsidTr="00627242">
        <w:tc>
          <w:tcPr>
            <w:tcW w:w="3261" w:type="dxa"/>
          </w:tcPr>
          <w:p w14:paraId="7A8FB3AF" w14:textId="77777777" w:rsidR="002B7B1A" w:rsidRDefault="002B7B1A" w:rsidP="00D12029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4C955D1" wp14:editId="117C4CB0">
                  <wp:extent cx="1911987" cy="1134000"/>
                  <wp:effectExtent l="0" t="0" r="0" b="952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987" cy="113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4ABC21" w14:textId="3A6D790A" w:rsidR="00392EF8" w:rsidRDefault="00392EF8" w:rsidP="00D12029">
            <w:pPr>
              <w:rPr>
                <w:noProof/>
              </w:rPr>
            </w:pPr>
          </w:p>
        </w:tc>
        <w:tc>
          <w:tcPr>
            <w:tcW w:w="5811" w:type="dxa"/>
          </w:tcPr>
          <w:p w14:paraId="072B26CD" w14:textId="43793DE9" w:rsidR="002B7B1A" w:rsidRDefault="00392EF8" w:rsidP="002B7B1A">
            <w:pPr>
              <w:rPr>
                <w:rFonts w:ascii="Arial" w:hAnsi="Arial" w:cs="Arial"/>
                <w:sz w:val="20"/>
                <w:szCs w:val="20"/>
              </w:rPr>
            </w:pPr>
            <w:r w:rsidRPr="00392EF8">
              <w:rPr>
                <w:rFonts w:ascii="Arial" w:hAnsi="Arial" w:cs="Arial"/>
                <w:sz w:val="20"/>
                <w:szCs w:val="20"/>
              </w:rPr>
              <w:t>Beispiel für ein Dashboard zu Gewaltvorfällen – dargestellt mit disy Cadenza unter Verwendung von Demodaten</w:t>
            </w:r>
          </w:p>
          <w:p w14:paraId="0FDA3618" w14:textId="77777777" w:rsidR="00392EF8" w:rsidRDefault="00392EF8" w:rsidP="002B7B1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7C2EB6" w14:textId="77777777" w:rsidR="002B7B1A" w:rsidRDefault="002B7B1A" w:rsidP="002B7B1A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GmbH</w:t>
            </w:r>
          </w:p>
          <w:p w14:paraId="292007F2" w14:textId="77777777" w:rsidR="002B7B1A" w:rsidRDefault="002B7B1A" w:rsidP="00986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7B1A" w14:paraId="646BB48C" w14:textId="77777777" w:rsidTr="00627242">
        <w:tc>
          <w:tcPr>
            <w:tcW w:w="3261" w:type="dxa"/>
          </w:tcPr>
          <w:p w14:paraId="675262E9" w14:textId="77777777" w:rsidR="002B7B1A" w:rsidRDefault="00392EF8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089AE9" wp14:editId="025276BF">
                  <wp:extent cx="1911987" cy="1133999"/>
                  <wp:effectExtent l="0" t="0" r="0" b="952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987" cy="1133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7B1581" w14:textId="5AC15C8E" w:rsidR="00392EF8" w:rsidRDefault="00392EF8" w:rsidP="00D12029">
            <w:pPr>
              <w:rPr>
                <w:noProof/>
              </w:rPr>
            </w:pPr>
          </w:p>
        </w:tc>
        <w:tc>
          <w:tcPr>
            <w:tcW w:w="5811" w:type="dxa"/>
          </w:tcPr>
          <w:p w14:paraId="51878868" w14:textId="59A29A4D" w:rsidR="00392EF8" w:rsidRDefault="00392EF8" w:rsidP="00392EF8">
            <w:pPr>
              <w:rPr>
                <w:rFonts w:ascii="Arial" w:hAnsi="Arial" w:cs="Arial"/>
                <w:sz w:val="20"/>
                <w:szCs w:val="20"/>
              </w:rPr>
            </w:pPr>
            <w:r w:rsidRPr="00392EF8">
              <w:rPr>
                <w:rFonts w:ascii="Arial" w:hAnsi="Arial" w:cs="Arial"/>
                <w:sz w:val="20"/>
                <w:szCs w:val="20"/>
              </w:rPr>
              <w:t xml:space="preserve">Beispiel eines Dashboards für die Behördenleitung – dargestellt mit disy Cadenza unter Verwendung von Demodaten </w:t>
            </w:r>
          </w:p>
          <w:p w14:paraId="64AC5782" w14:textId="77777777" w:rsidR="00392EF8" w:rsidRDefault="00392EF8" w:rsidP="00392E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88D4FF" w14:textId="77777777" w:rsidR="00392EF8" w:rsidRDefault="00392EF8" w:rsidP="00392EF8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GmbH</w:t>
            </w:r>
          </w:p>
          <w:p w14:paraId="0EF4E7C2" w14:textId="77777777" w:rsidR="002B7B1A" w:rsidRDefault="002B7B1A" w:rsidP="00986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7B1A" w14:paraId="55F15A19" w14:textId="77777777" w:rsidTr="00627242">
        <w:tc>
          <w:tcPr>
            <w:tcW w:w="3261" w:type="dxa"/>
          </w:tcPr>
          <w:p w14:paraId="12FA4C1C" w14:textId="012A59C2" w:rsidR="002B7B1A" w:rsidRDefault="00392EF8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C21735" wp14:editId="5A420948">
                  <wp:extent cx="1883178" cy="1971303"/>
                  <wp:effectExtent l="0" t="0" r="3175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810" cy="1990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1" w:type="dxa"/>
          </w:tcPr>
          <w:p w14:paraId="6DE08F6E" w14:textId="77777777" w:rsidR="002B7B1A" w:rsidRDefault="00392EF8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392EF8">
              <w:rPr>
                <w:rFonts w:ascii="Arial" w:hAnsi="Arial" w:cs="Arial"/>
                <w:sz w:val="20"/>
                <w:szCs w:val="20"/>
              </w:rPr>
              <w:t>Auszug aus der im Forschungsprojekt entwickelten InGe-Präventionsdatenbank</w:t>
            </w:r>
          </w:p>
          <w:p w14:paraId="14737740" w14:textId="77777777" w:rsidR="00392EF8" w:rsidRDefault="00392EF8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467B35" w14:textId="1D43C8F7" w:rsidR="00392EF8" w:rsidRDefault="00392EF8" w:rsidP="00986894">
            <w:pPr>
              <w:rPr>
                <w:rFonts w:ascii="Arial" w:hAnsi="Arial" w:cs="Arial"/>
                <w:sz w:val="20"/>
                <w:szCs w:val="20"/>
              </w:rPr>
            </w:pPr>
            <w:r w:rsidRPr="00542D0B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392E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2D0B" w:rsidRPr="00542D0B">
              <w:rPr>
                <w:rFonts w:ascii="Arial" w:hAnsi="Arial" w:cs="Arial"/>
                <w:sz w:val="20"/>
                <w:szCs w:val="20"/>
              </w:rPr>
              <w:t>Gemeinsame Zentralstelle Kommunale Kriminalprävention</w:t>
            </w:r>
          </w:p>
        </w:tc>
      </w:tr>
      <w:tr w:rsidR="002B7B1A" w14:paraId="1552042D" w14:textId="77777777" w:rsidTr="00627242">
        <w:tc>
          <w:tcPr>
            <w:tcW w:w="3261" w:type="dxa"/>
          </w:tcPr>
          <w:p w14:paraId="6CC5977C" w14:textId="77777777" w:rsidR="002B7B1A" w:rsidRDefault="002B7B1A" w:rsidP="00D12029">
            <w:pPr>
              <w:rPr>
                <w:noProof/>
              </w:rPr>
            </w:pPr>
          </w:p>
        </w:tc>
        <w:tc>
          <w:tcPr>
            <w:tcW w:w="5811" w:type="dxa"/>
          </w:tcPr>
          <w:p w14:paraId="735169BA" w14:textId="77777777" w:rsidR="002B7B1A" w:rsidRDefault="002B7B1A" w:rsidP="00986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CA4B9" w14:textId="3B8AA74F" w:rsidR="008F2E29" w:rsidRDefault="008F2E29" w:rsidP="008F2E29">
      <w:pPr>
        <w:spacing w:after="1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Weitere Pressemitteilungen mit Grafiken stehen hier für Sie zum Download bereit: </w:t>
      </w:r>
    </w:p>
    <w:p w14:paraId="7F580A0C" w14:textId="77777777" w:rsidR="008F2E29" w:rsidRDefault="00502D25" w:rsidP="008F2E29">
      <w:pPr>
        <w:pStyle w:val="Kleintext"/>
        <w:rPr>
          <w:rFonts w:eastAsia="MS Mincho"/>
          <w:sz w:val="20"/>
          <w:szCs w:val="20"/>
        </w:rPr>
      </w:pPr>
      <w:hyperlink r:id="rId16" w:history="1">
        <w:r w:rsidR="008F2E29" w:rsidRPr="00A8799F">
          <w:rPr>
            <w:rStyle w:val="Hyperlink"/>
            <w:rFonts w:eastAsia="MS Mincho"/>
            <w:sz w:val="20"/>
            <w:szCs w:val="20"/>
          </w:rPr>
          <w:t>https://www.disy.net/de/unternehmen/presse/</w:t>
        </w:r>
      </w:hyperlink>
      <w:r w:rsidR="008F2E29">
        <w:rPr>
          <w:rFonts w:eastAsia="MS Mincho"/>
          <w:sz w:val="20"/>
          <w:szCs w:val="20"/>
        </w:rPr>
        <w:t xml:space="preserve"> </w:t>
      </w:r>
    </w:p>
    <w:p w14:paraId="1060FDB0" w14:textId="77777777" w:rsidR="004F7AF1" w:rsidRDefault="004F7AF1" w:rsidP="006733C0">
      <w:pPr>
        <w:pStyle w:val="Kleintext"/>
      </w:pPr>
      <w:r>
        <w:t xml:space="preserve">Über ein </w:t>
      </w:r>
      <w:r w:rsidRPr="006733C0">
        <w:t>Belegexemplar</w:t>
      </w:r>
      <w:r w:rsidR="00597F86">
        <w:t xml:space="preserve"> Ihrer Veröffentlichung freuen wir uns.</w:t>
      </w:r>
    </w:p>
    <w:p w14:paraId="73F1004F" w14:textId="77777777" w:rsidR="00597F86" w:rsidRDefault="00597F86" w:rsidP="006733C0">
      <w:pPr>
        <w:pStyle w:val="Kleintext"/>
        <w:sectPr w:rsidR="00597F86" w:rsidSect="00CA7545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5" w:h="16837"/>
          <w:pgMar w:top="1134" w:right="1985" w:bottom="1134" w:left="1418" w:header="851" w:footer="709" w:gutter="0"/>
          <w:cols w:space="720"/>
          <w:docGrid w:linePitch="360"/>
        </w:sectPr>
      </w:pPr>
    </w:p>
    <w:p w14:paraId="5279B27B" w14:textId="762FB985" w:rsidR="00E913B7" w:rsidRDefault="00BA7AE1" w:rsidP="00E913B7">
      <w:pPr>
        <w:pStyle w:val="Kleintext"/>
        <w:rPr>
          <w:b/>
          <w:bCs/>
        </w:rPr>
      </w:pPr>
      <w:r w:rsidRPr="00E913B7">
        <w:rPr>
          <w:b/>
          <w:bCs/>
        </w:rPr>
        <w:t>Pressekontakt</w:t>
      </w:r>
      <w:r w:rsidR="00E913B7">
        <w:tab/>
      </w:r>
      <w:r w:rsidR="00E913B7">
        <w:tab/>
      </w:r>
      <w:r w:rsidR="00E913B7">
        <w:tab/>
      </w:r>
    </w:p>
    <w:tbl>
      <w:tblPr>
        <w:tblStyle w:val="Tabellenraster"/>
        <w:tblpPr w:leftFromText="141" w:rightFromText="141" w:vertAnchor="text" w:tblpY="1"/>
        <w:tblOverlap w:val="never"/>
        <w:tblW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392EF8" w14:paraId="532669C3" w14:textId="77777777" w:rsidTr="00392EF8">
        <w:tc>
          <w:tcPr>
            <w:tcW w:w="2660" w:type="dxa"/>
          </w:tcPr>
          <w:p w14:paraId="7FA9FD90" w14:textId="77777777" w:rsidR="00392EF8" w:rsidRDefault="00392EF8" w:rsidP="00392EF8">
            <w:pPr>
              <w:pStyle w:val="Kleintext"/>
            </w:pPr>
            <w:r>
              <w:t>Disy Informationssysteme GmbH</w:t>
            </w:r>
            <w:r>
              <w:br/>
              <w:t>Astrid Fennen-Weigel</w:t>
            </w:r>
            <w:r>
              <w:br/>
              <w:t>Ludwig-Erhard-Allee 6</w:t>
            </w:r>
            <w:r>
              <w:br/>
              <w:t>76131 Karlsruhe</w:t>
            </w:r>
            <w:r>
              <w:br/>
              <w:t>Tel: +49-721-1 6006-222</w:t>
            </w:r>
          </w:p>
          <w:p w14:paraId="37717D5E" w14:textId="77777777" w:rsidR="00392EF8" w:rsidRDefault="00502D25" w:rsidP="00392EF8">
            <w:pPr>
              <w:pStyle w:val="Kleintext"/>
            </w:pPr>
            <w:hyperlink r:id="rId23" w:history="1">
              <w:r w:rsidR="00392EF8" w:rsidRPr="007D559F">
                <w:rPr>
                  <w:rStyle w:val="Hyperlink"/>
                </w:rPr>
                <w:t>presse@disy.net</w:t>
              </w:r>
            </w:hyperlink>
            <w:r w:rsidR="00392EF8" w:rsidRPr="00805B2C">
              <w:rPr>
                <w:rStyle w:val="Hyperlink"/>
              </w:rPr>
              <w:br/>
            </w:r>
            <w:hyperlink r:id="rId24" w:history="1">
              <w:r w:rsidR="00392EF8" w:rsidRPr="00805B2C">
                <w:rPr>
                  <w:rStyle w:val="Hyperlink"/>
                </w:rPr>
                <w:t>www.disy.net</w:t>
              </w:r>
            </w:hyperlink>
          </w:p>
        </w:tc>
      </w:tr>
    </w:tbl>
    <w:p w14:paraId="251C7A14" w14:textId="534B0871" w:rsidR="006733C0" w:rsidRDefault="00392EF8" w:rsidP="006733C0">
      <w:pPr>
        <w:pStyle w:val="Kleintext"/>
      </w:pPr>
      <w:r>
        <w:br w:type="textWrapping" w:clear="all"/>
      </w:r>
      <w:r w:rsidR="00597F86">
        <w:t xml:space="preserve">Eine elektronische Version dieser Presseinformation finden Sie unter: </w:t>
      </w:r>
      <w:r w:rsidR="00597F86" w:rsidRPr="00805B2C">
        <w:rPr>
          <w:rStyle w:val="Hyperlink"/>
        </w:rPr>
        <w:t>http://www.disy.net/presse.html</w:t>
      </w:r>
      <w:r w:rsidR="00805B2C" w:rsidRPr="00805B2C">
        <w:t>.</w:t>
      </w:r>
    </w:p>
    <w:sectPr w:rsidR="006733C0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type w:val="continuous"/>
      <w:pgSz w:w="11905" w:h="16837"/>
      <w:pgMar w:top="1134" w:right="2268" w:bottom="1134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1851" w14:textId="77777777" w:rsidR="00D04FC5" w:rsidRDefault="00D04FC5">
      <w:r>
        <w:separator/>
      </w:r>
    </w:p>
  </w:endnote>
  <w:endnote w:type="continuationSeparator" w:id="0">
    <w:p w14:paraId="27320A08" w14:textId="77777777" w:rsidR="00D04FC5" w:rsidRDefault="00D0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81D92" w14:textId="77777777" w:rsidR="00C54F9E" w:rsidRDefault="00C54F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5B7A" w14:textId="77777777" w:rsidR="004F7AF1" w:rsidRDefault="002C1313"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10E541" wp14:editId="5C37AC2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0970"/>
              <wp:effectExtent l="4445" t="635" r="5715" b="127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34CB2" w14:textId="77777777" w:rsidR="004F7AF1" w:rsidRDefault="004F7AF1">
                          <w:pPr>
                            <w:pStyle w:val="Fuzeile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8C59DD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0E5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2pt;height:11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gY8gEAANUDAAAOAAAAZHJzL2Uyb0RvYy54bWysU9tu2zAMfR+wfxD0vtgpimwz4hRdigwD&#10;uq1Atw+QZfmCyaJGKrG7rx8lx+kub8P8IFCkeMhzSG9vpsGKk0HqwZVyvcqlME5D3bu2lF+/HF69&#10;k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" stroked="f">
              <v:fill opacity="0"/>
              <v:textbox inset="0,0,0,0">
                <w:txbxContent>
                  <w:p w14:paraId="5ED34CB2" w14:textId="77777777" w:rsidR="004F7AF1" w:rsidRDefault="004F7AF1">
                    <w:pPr>
                      <w:pStyle w:val="Fuzeile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8C59DD">
                      <w:rPr>
                        <w:rStyle w:val="Seitenzahl"/>
                        <w:noProof/>
                      </w:rPr>
                      <w:t>1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98B5" w14:textId="77777777" w:rsidR="00C54F9E" w:rsidRDefault="00C54F9E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F97F" w14:textId="77777777" w:rsidR="004F7AF1" w:rsidRDefault="004F7AF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A000" w14:textId="77777777" w:rsidR="004F7AF1" w:rsidRDefault="004F7AF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61ED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CB5E4" w14:textId="77777777" w:rsidR="00D04FC5" w:rsidRDefault="00D04FC5">
      <w:r>
        <w:separator/>
      </w:r>
    </w:p>
  </w:footnote>
  <w:footnote w:type="continuationSeparator" w:id="0">
    <w:p w14:paraId="4F39869A" w14:textId="77777777" w:rsidR="00D04FC5" w:rsidRDefault="00D04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D3DA" w14:textId="77777777" w:rsidR="00C54F9E" w:rsidRDefault="00C54F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4500"/>
    </w:tblGrid>
    <w:tr w:rsidR="004F7AF1" w14:paraId="6A5F30D2" w14:textId="77777777">
      <w:tc>
        <w:tcPr>
          <w:tcW w:w="4750" w:type="dxa"/>
          <w:vAlign w:val="center"/>
        </w:tcPr>
        <w:p w14:paraId="1DCAD0D5" w14:textId="77777777" w:rsidR="004F7AF1" w:rsidRPr="00E40857" w:rsidRDefault="004F7AF1" w:rsidP="00E40857">
          <w:pPr>
            <w:pStyle w:val="berschrift6"/>
            <w:tabs>
              <w:tab w:val="left" w:pos="0"/>
            </w:tabs>
            <w:snapToGrid w:val="0"/>
            <w:jc w:val="left"/>
            <w:rPr>
              <w:sz w:val="32"/>
              <w:szCs w:val="32"/>
            </w:rPr>
          </w:pPr>
        </w:p>
      </w:tc>
      <w:tc>
        <w:tcPr>
          <w:tcW w:w="4500" w:type="dxa"/>
        </w:tcPr>
        <w:p w14:paraId="08BA33BB" w14:textId="77777777" w:rsidR="004F7AF1" w:rsidRDefault="00ED53E9">
          <w:pPr>
            <w:pStyle w:val="Kopfzeile"/>
            <w:snapToGrid w:val="0"/>
            <w:jc w:val="right"/>
          </w:pPr>
          <w:r>
            <w:rPr>
              <w:noProof/>
            </w:rPr>
            <w:drawing>
              <wp:inline distT="0" distB="0" distL="0" distR="0" wp14:anchorId="46BD6A64" wp14:editId="6BA75265">
                <wp:extent cx="1225550" cy="499745"/>
                <wp:effectExtent l="0" t="0" r="0" b="0"/>
                <wp:docPr id="58786173" name="Grafik 58786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0E0E8B7" w14:textId="77777777" w:rsidR="00432B36" w:rsidRDefault="00432B36" w:rsidP="00432B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4C4B" w14:textId="77777777" w:rsidR="00C54F9E" w:rsidRDefault="00C54F9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55AB" w14:textId="77777777" w:rsidR="004F7AF1" w:rsidRDefault="004F7AF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7405" w14:textId="77777777" w:rsidR="004F7AF1" w:rsidRDefault="004F7AF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9DC3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383269">
    <w:abstractNumId w:val="10"/>
  </w:num>
  <w:num w:numId="2" w16cid:durableId="734282319">
    <w:abstractNumId w:val="9"/>
  </w:num>
  <w:num w:numId="3" w16cid:durableId="788472210">
    <w:abstractNumId w:val="7"/>
  </w:num>
  <w:num w:numId="4" w16cid:durableId="1856845098">
    <w:abstractNumId w:val="6"/>
  </w:num>
  <w:num w:numId="5" w16cid:durableId="1786727635">
    <w:abstractNumId w:val="5"/>
  </w:num>
  <w:num w:numId="6" w16cid:durableId="1744403231">
    <w:abstractNumId w:val="4"/>
  </w:num>
  <w:num w:numId="7" w16cid:durableId="282884543">
    <w:abstractNumId w:val="8"/>
  </w:num>
  <w:num w:numId="8" w16cid:durableId="778178837">
    <w:abstractNumId w:val="3"/>
  </w:num>
  <w:num w:numId="9" w16cid:durableId="850876830">
    <w:abstractNumId w:val="2"/>
  </w:num>
  <w:num w:numId="10" w16cid:durableId="1618637649">
    <w:abstractNumId w:val="1"/>
  </w:num>
  <w:num w:numId="11" w16cid:durableId="353574679">
    <w:abstractNumId w:val="0"/>
  </w:num>
  <w:num w:numId="12" w16cid:durableId="299961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E4"/>
    <w:rsid w:val="0001154D"/>
    <w:rsid w:val="00062863"/>
    <w:rsid w:val="000E3A7E"/>
    <w:rsid w:val="000F4C42"/>
    <w:rsid w:val="00126C19"/>
    <w:rsid w:val="00141E92"/>
    <w:rsid w:val="00142290"/>
    <w:rsid w:val="0014393C"/>
    <w:rsid w:val="001544BE"/>
    <w:rsid w:val="001675E5"/>
    <w:rsid w:val="001A3F7D"/>
    <w:rsid w:val="001B3847"/>
    <w:rsid w:val="00207AE4"/>
    <w:rsid w:val="00247169"/>
    <w:rsid w:val="00294C2C"/>
    <w:rsid w:val="002A1620"/>
    <w:rsid w:val="002B7B1A"/>
    <w:rsid w:val="002C1313"/>
    <w:rsid w:val="002D74CA"/>
    <w:rsid w:val="00382E01"/>
    <w:rsid w:val="00391EFD"/>
    <w:rsid w:val="00392EF8"/>
    <w:rsid w:val="003F2AC8"/>
    <w:rsid w:val="00422C11"/>
    <w:rsid w:val="00432B36"/>
    <w:rsid w:val="004467C2"/>
    <w:rsid w:val="004A5DB3"/>
    <w:rsid w:val="004B2035"/>
    <w:rsid w:val="004B28DE"/>
    <w:rsid w:val="004F11C1"/>
    <w:rsid w:val="004F7AF1"/>
    <w:rsid w:val="00502D25"/>
    <w:rsid w:val="00542D0B"/>
    <w:rsid w:val="00570961"/>
    <w:rsid w:val="00597F86"/>
    <w:rsid w:val="006147C8"/>
    <w:rsid w:val="00627242"/>
    <w:rsid w:val="00630E89"/>
    <w:rsid w:val="006733C0"/>
    <w:rsid w:val="006842DE"/>
    <w:rsid w:val="006E418F"/>
    <w:rsid w:val="00721D12"/>
    <w:rsid w:val="00741DE8"/>
    <w:rsid w:val="00790AAD"/>
    <w:rsid w:val="007B22ED"/>
    <w:rsid w:val="007E4732"/>
    <w:rsid w:val="00805B2C"/>
    <w:rsid w:val="00816E05"/>
    <w:rsid w:val="00851755"/>
    <w:rsid w:val="00852E9B"/>
    <w:rsid w:val="008B41DB"/>
    <w:rsid w:val="008C59DD"/>
    <w:rsid w:val="008F2E29"/>
    <w:rsid w:val="00907788"/>
    <w:rsid w:val="00927B70"/>
    <w:rsid w:val="00934CB5"/>
    <w:rsid w:val="00950819"/>
    <w:rsid w:val="00963467"/>
    <w:rsid w:val="009668D0"/>
    <w:rsid w:val="00986894"/>
    <w:rsid w:val="009B0B04"/>
    <w:rsid w:val="009F14C0"/>
    <w:rsid w:val="00A27036"/>
    <w:rsid w:val="00A27E06"/>
    <w:rsid w:val="00A323F1"/>
    <w:rsid w:val="00A40BCD"/>
    <w:rsid w:val="00A4723D"/>
    <w:rsid w:val="00A72624"/>
    <w:rsid w:val="00AB2D68"/>
    <w:rsid w:val="00B12D47"/>
    <w:rsid w:val="00B31CF3"/>
    <w:rsid w:val="00B51DF2"/>
    <w:rsid w:val="00B5766D"/>
    <w:rsid w:val="00B63190"/>
    <w:rsid w:val="00B6352E"/>
    <w:rsid w:val="00B80EDC"/>
    <w:rsid w:val="00B90322"/>
    <w:rsid w:val="00BA7AE1"/>
    <w:rsid w:val="00BC6C41"/>
    <w:rsid w:val="00BD78B4"/>
    <w:rsid w:val="00BE2844"/>
    <w:rsid w:val="00C074AD"/>
    <w:rsid w:val="00C16661"/>
    <w:rsid w:val="00C54F9E"/>
    <w:rsid w:val="00C551DC"/>
    <w:rsid w:val="00C756EB"/>
    <w:rsid w:val="00CA7545"/>
    <w:rsid w:val="00CE5F73"/>
    <w:rsid w:val="00CF221E"/>
    <w:rsid w:val="00D031F8"/>
    <w:rsid w:val="00D04FC5"/>
    <w:rsid w:val="00D12029"/>
    <w:rsid w:val="00D67D06"/>
    <w:rsid w:val="00D80FC8"/>
    <w:rsid w:val="00D84F63"/>
    <w:rsid w:val="00DC5658"/>
    <w:rsid w:val="00DE1A5C"/>
    <w:rsid w:val="00DF42E4"/>
    <w:rsid w:val="00E40482"/>
    <w:rsid w:val="00E40857"/>
    <w:rsid w:val="00E40FE3"/>
    <w:rsid w:val="00E556EB"/>
    <w:rsid w:val="00E6718E"/>
    <w:rsid w:val="00E913B7"/>
    <w:rsid w:val="00E942B6"/>
    <w:rsid w:val="00EA6EA9"/>
    <w:rsid w:val="00EC0DAF"/>
    <w:rsid w:val="00EC4B80"/>
    <w:rsid w:val="00ED53E9"/>
    <w:rsid w:val="00EF0E31"/>
    <w:rsid w:val="00EF7796"/>
    <w:rsid w:val="00F05486"/>
    <w:rsid w:val="00F161C0"/>
    <w:rsid w:val="00F523EB"/>
    <w:rsid w:val="00FA3BE2"/>
    <w:rsid w:val="00FC165B"/>
    <w:rsid w:val="00FC56C7"/>
    <w:rsid w:val="00FC7164"/>
    <w:rsid w:val="00FD44DE"/>
    <w:rsid w:val="00FD4573"/>
    <w:rsid w:val="00FD752B"/>
    <w:rsid w:val="00F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14AD82"/>
  <w15:docId w15:val="{141C1FCE-CD59-4003-AEE7-6F86B13C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3F7D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986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www.disy.net/de/unternehmen/presse/" TargetMode="External"/><Relationship Id="rId20" Type="http://schemas.openxmlformats.org/officeDocument/2006/relationships/footer" Target="footer2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www.disy.net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mailto:presse@disy.net" TargetMode="External"/><Relationship Id="rId28" Type="http://schemas.openxmlformats.org/officeDocument/2006/relationships/footer" Target="footer5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oter" Target="footer3.xml"/><Relationship Id="rId27" Type="http://schemas.openxmlformats.org/officeDocument/2006/relationships/footer" Target="footer4.xml"/><Relationship Id="rId30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marketingvertrieb\Communications\Vorlagen\Vorlage_Disy_PM_Anlage_Grafik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6C2F-975D-42C3-A5D3-7C4C7EFA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Vorlage_Disy_PM_Anlage_Grafiken.dotx</Template>
  <TotalTime>0</TotalTime>
  <Pages>2</Pages>
  <Words>297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Fennen-Weigel</dc:creator>
  <cp:lastModifiedBy>Astrid Fennen-Weigel</cp:lastModifiedBy>
  <cp:revision>46</cp:revision>
  <cp:lastPrinted>2012-08-27T08:59:00Z</cp:lastPrinted>
  <dcterms:created xsi:type="dcterms:W3CDTF">2023-06-12T10:27:00Z</dcterms:created>
  <dcterms:modified xsi:type="dcterms:W3CDTF">2024-11-18T10:52:00Z</dcterms:modified>
</cp:coreProperties>
</file>