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1A8671E2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0952F5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8B10AF" w:rsidRDefault="00E40857" w:rsidP="008F2E29">
      <w:pPr>
        <w:rPr>
          <w:rFonts w:ascii="Arial" w:hAnsi="Arial"/>
          <w:sz w:val="28"/>
          <w:szCs w:val="28"/>
        </w:rPr>
      </w:pPr>
    </w:p>
    <w:p w14:paraId="3F853F33" w14:textId="7C2E7F41" w:rsidR="00B63190" w:rsidRDefault="00C71108" w:rsidP="00E40857">
      <w:pPr>
        <w:spacing w:line="360" w:lineRule="auto"/>
        <w:rPr>
          <w:rFonts w:ascii="Arial" w:hAnsi="Arial"/>
          <w:b/>
          <w:bCs/>
          <w:sz w:val="28"/>
        </w:rPr>
      </w:pPr>
      <w:r w:rsidRPr="00C71108">
        <w:rPr>
          <w:rFonts w:ascii="Arial" w:hAnsi="Arial"/>
          <w:b/>
          <w:bCs/>
          <w:sz w:val="28"/>
        </w:rPr>
        <w:t>Digitalisierung strategisch gestalten: Disy wird Teil des NEGZ-Netzwerks</w:t>
      </w:r>
    </w:p>
    <w:p w14:paraId="67B1DC96" w14:textId="67391144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5F7AE1">
        <w:rPr>
          <w:rFonts w:ascii="Arial" w:hAnsi="Arial"/>
          <w:b/>
          <w:bCs/>
        </w:rPr>
        <w:t>14</w:t>
      </w:r>
      <w:r w:rsidR="00950819" w:rsidRPr="00950819">
        <w:rPr>
          <w:rFonts w:ascii="Arial" w:hAnsi="Arial"/>
          <w:b/>
          <w:bCs/>
        </w:rPr>
        <w:t>.</w:t>
      </w:r>
      <w:r w:rsidR="00A12C5B">
        <w:rPr>
          <w:rFonts w:ascii="Arial" w:hAnsi="Arial"/>
          <w:b/>
          <w:bCs/>
        </w:rPr>
        <w:t>08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E03B5B">
        <w:rPr>
          <w:rFonts w:ascii="Arial" w:hAnsi="Arial"/>
          <w:b/>
          <w:bCs/>
        </w:rPr>
        <w:t>5</w:t>
      </w:r>
    </w:p>
    <w:p w14:paraId="2D686499" w14:textId="77777777" w:rsidR="00986894" w:rsidRPr="004E6631" w:rsidRDefault="00986894" w:rsidP="00986894">
      <w:pPr>
        <w:rPr>
          <w:rFonts w:ascii="Arial" w:hAnsi="Arial"/>
          <w:sz w:val="16"/>
          <w:szCs w:val="16"/>
        </w:rPr>
      </w:pPr>
    </w:p>
    <w:p w14:paraId="18E80FF6" w14:textId="7192D3E2" w:rsidR="00986894" w:rsidRPr="008B10AF" w:rsidRDefault="00986894" w:rsidP="00986894">
      <w:pPr>
        <w:rPr>
          <w:rFonts w:ascii="Arial" w:hAnsi="Arial"/>
          <w:b/>
          <w:bCs/>
          <w:sz w:val="20"/>
          <w:szCs w:val="20"/>
        </w:rPr>
      </w:pPr>
      <w:r w:rsidRPr="008B10AF">
        <w:rPr>
          <w:rFonts w:ascii="Arial" w:hAnsi="Arial"/>
          <w:b/>
          <w:bCs/>
          <w:sz w:val="20"/>
          <w:szCs w:val="20"/>
        </w:rPr>
        <w:t>Grafiken mit Abbildungsbeschriftung und Bild</w:t>
      </w:r>
      <w:r w:rsidR="00E40482" w:rsidRPr="008B10AF">
        <w:rPr>
          <w:rFonts w:ascii="Arial" w:hAnsi="Arial"/>
          <w:b/>
          <w:bCs/>
          <w:sz w:val="20"/>
          <w:szCs w:val="20"/>
        </w:rPr>
        <w:t>rechte</w:t>
      </w:r>
      <w:r w:rsidR="00CB6138" w:rsidRPr="008B10AF">
        <w:rPr>
          <w:rFonts w:ascii="Arial" w:hAnsi="Arial"/>
          <w:b/>
          <w:bCs/>
          <w:sz w:val="20"/>
          <w:szCs w:val="20"/>
        </w:rPr>
        <w:t>n</w:t>
      </w:r>
    </w:p>
    <w:p w14:paraId="72578AFD" w14:textId="77777777" w:rsidR="003224BA" w:rsidRPr="008B10AF" w:rsidRDefault="003224BA" w:rsidP="00986894">
      <w:pPr>
        <w:rPr>
          <w:rFonts w:ascii="Arial" w:hAnsi="Arial"/>
          <w:sz w:val="20"/>
          <w:szCs w:val="20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4566"/>
      </w:tblGrid>
      <w:tr w:rsidR="001F6915" w14:paraId="0405838C" w14:textId="77777777" w:rsidTr="008B10AF">
        <w:tc>
          <w:tcPr>
            <w:tcW w:w="4506" w:type="dxa"/>
          </w:tcPr>
          <w:p w14:paraId="69CF8766" w14:textId="1889CA7B" w:rsidR="00D80FC8" w:rsidRPr="004E6631" w:rsidRDefault="0046325C" w:rsidP="00D12029">
            <w:pPr>
              <w:rPr>
                <w:rFonts w:ascii="Arial" w:hAnsi="Arial" w:cs="Arial"/>
                <w:sz w:val="20"/>
                <w:szCs w:val="20"/>
              </w:rPr>
            </w:pPr>
            <w:r w:rsidRPr="004E6631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92995D7" wp14:editId="11707A7C">
                  <wp:extent cx="1752176" cy="1146479"/>
                  <wp:effectExtent l="0" t="0" r="635" b="0"/>
                  <wp:docPr id="805048549" name="Grafik 1" descr="Ein Bild, das Screenshot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048549" name="Grafik 1" descr="Ein Bild, das Screenshot, Design enthält.&#10;&#10;KI-generierte Inhalte können fehlerhaft sein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150" cy="1173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30379B1B" w14:textId="483636AD" w:rsidR="00A12C5B" w:rsidRPr="00C71108" w:rsidRDefault="00C71108" w:rsidP="00FA3BE2">
            <w:pPr>
              <w:rPr>
                <w:rFonts w:ascii="Arial" w:hAnsi="Arial" w:cs="Arial"/>
                <w:sz w:val="20"/>
                <w:szCs w:val="20"/>
              </w:rPr>
            </w:pPr>
            <w:r w:rsidRPr="00C71108">
              <w:rPr>
                <w:rFonts w:ascii="Arial" w:hAnsi="Arial" w:cs="Arial"/>
                <w:sz w:val="20"/>
                <w:szCs w:val="20"/>
              </w:rPr>
              <w:t>Disy ist jetzt Mitglied im NEGZ – dem Kompetenznetzwerk für digitale Verwaltung</w:t>
            </w:r>
          </w:p>
          <w:p w14:paraId="3A6338E1" w14:textId="77777777" w:rsidR="00C71108" w:rsidRPr="00C71108" w:rsidRDefault="00C71108" w:rsidP="00FA3B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2DCC5A" w14:textId="07467E5C" w:rsidR="00155616" w:rsidRPr="00C71108" w:rsidRDefault="00A4723D" w:rsidP="00ED50FE">
            <w:pPr>
              <w:rPr>
                <w:rFonts w:ascii="Arial" w:hAnsi="Arial" w:cs="Arial"/>
                <w:sz w:val="20"/>
                <w:szCs w:val="20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25C" w:rsidRPr="0046325C">
              <w:rPr>
                <w:rFonts w:ascii="Arial" w:hAnsi="Arial" w:cs="Arial"/>
              </w:rPr>
              <w:t>m</w:t>
            </w:r>
            <w:r w:rsidR="0046325C" w:rsidRPr="0046325C">
              <w:rPr>
                <w:rFonts w:ascii="Arial" w:hAnsi="Arial" w:cs="Arial"/>
                <w:sz w:val="20"/>
                <w:szCs w:val="20"/>
              </w:rPr>
              <w:t xml:space="preserve">esh cube - </w:t>
            </w:r>
            <w:hyperlink r:id="rId9" w:tgtFrame="_blank" w:history="1">
              <w:r w:rsidR="0046325C" w:rsidRPr="0046325C">
                <w:rPr>
                  <w:rFonts w:ascii="Arial" w:hAnsi="Arial" w:cs="Arial"/>
                  <w:sz w:val="20"/>
                  <w:szCs w:val="20"/>
                </w:rPr>
                <w:t>istockphoto.com</w:t>
              </w:r>
            </w:hyperlink>
          </w:p>
        </w:tc>
      </w:tr>
      <w:tr w:rsidR="001F6915" w14:paraId="5E197BCA" w14:textId="77777777" w:rsidTr="008B10AF">
        <w:tc>
          <w:tcPr>
            <w:tcW w:w="4506" w:type="dxa"/>
          </w:tcPr>
          <w:p w14:paraId="226C8AAE" w14:textId="479C06A4" w:rsidR="00D80FC8" w:rsidRPr="004E6631" w:rsidRDefault="00361B47" w:rsidP="008B10AF">
            <w:pPr>
              <w:rPr>
                <w:noProof/>
              </w:rPr>
            </w:pPr>
            <w:r w:rsidRPr="004E6631">
              <w:rPr>
                <w:noProof/>
              </w:rPr>
              <w:drawing>
                <wp:inline distT="0" distB="0" distL="0" distR="0" wp14:anchorId="691C77AC" wp14:editId="3208AA0D">
                  <wp:extent cx="916614" cy="1369884"/>
                  <wp:effectExtent l="0" t="0" r="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950" cy="139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6631">
              <w:rPr>
                <w:noProof/>
              </w:rPr>
              <w:t xml:space="preserve">   </w:t>
            </w:r>
            <w:r w:rsidR="004E6631" w:rsidRPr="004E6631">
              <w:rPr>
                <w:noProof/>
              </w:rPr>
              <w:drawing>
                <wp:inline distT="0" distB="0" distL="0" distR="0" wp14:anchorId="04810A3C" wp14:editId="0C263D41">
                  <wp:extent cx="982800" cy="982800"/>
                  <wp:effectExtent l="0" t="0" r="8255" b="8255"/>
                  <wp:docPr id="222222837" name="Grafik 22222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222837" name="Grafik 22222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4C87D162" w14:textId="7F0EF528" w:rsidR="004F11C1" w:rsidRPr="00C71108" w:rsidRDefault="00361B47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0" w:name="_Hlk177569649"/>
            <w:r w:rsidRPr="00C71108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Marcus Briesen, Mitglied der Geschäftsleitung und Leiter Beratung und Entwicklung der Disy Informationssysteme GmbH</w:t>
            </w:r>
          </w:p>
          <w:p w14:paraId="58D8FE45" w14:textId="77777777" w:rsidR="00C71108" w:rsidRPr="00C71108" w:rsidRDefault="00C71108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bookmarkEnd w:id="0"/>
          <w:p w14:paraId="39110C81" w14:textId="551BE7FD" w:rsidR="00FA3BE2" w:rsidRPr="00C71108" w:rsidRDefault="00A4723D" w:rsidP="00ED50FE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D65DB3" w:rsidRPr="00C71108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1F6915" w:rsidRPr="002773A4" w14:paraId="192BE78A" w14:textId="77777777" w:rsidTr="008B10AF">
        <w:tc>
          <w:tcPr>
            <w:tcW w:w="4506" w:type="dxa"/>
          </w:tcPr>
          <w:p w14:paraId="7CCE8A0D" w14:textId="6E27C620" w:rsidR="0074738B" w:rsidRPr="004E6631" w:rsidRDefault="008B10AF" w:rsidP="00746841">
            <w:pPr>
              <w:tabs>
                <w:tab w:val="center" w:pos="2145"/>
              </w:tabs>
              <w:rPr>
                <w:noProof/>
                <w:lang w:val="en-US"/>
              </w:rPr>
            </w:pPr>
            <w:r w:rsidRPr="004E6631">
              <w:rPr>
                <w:noProof/>
                <w:lang w:val="en-US"/>
              </w:rPr>
              <w:drawing>
                <wp:inline distT="0" distB="0" distL="0" distR="0" wp14:anchorId="5B6112CE" wp14:editId="4D27D514">
                  <wp:extent cx="915283" cy="915283"/>
                  <wp:effectExtent l="0" t="0" r="0" b="0"/>
                  <wp:docPr id="151220383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20383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18" cy="9199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E6631">
              <w:rPr>
                <w:noProof/>
                <w:lang w:val="en-US"/>
              </w:rPr>
              <w:t xml:space="preserve">   </w:t>
            </w:r>
            <w:r w:rsidR="004E6631" w:rsidRPr="004E6631">
              <w:rPr>
                <w:noProof/>
                <w:lang w:val="en-US"/>
              </w:rPr>
              <w:drawing>
                <wp:inline distT="0" distB="0" distL="0" distR="0" wp14:anchorId="052BC835" wp14:editId="70E64667">
                  <wp:extent cx="979593" cy="979593"/>
                  <wp:effectExtent l="0" t="0" r="0" b="0"/>
                  <wp:docPr id="146477897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778971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593" cy="9795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698E4CCB" w14:textId="498CDE85" w:rsidR="00F03D48" w:rsidRDefault="00C71108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108">
              <w:rPr>
                <w:rFonts w:ascii="Arial" w:hAnsi="Arial" w:cs="Arial"/>
                <w:sz w:val="20"/>
                <w:szCs w:val="20"/>
              </w:rPr>
              <w:t>Basanta Thapa, Geschäftsführer des NEGZ Kompetenznetzwerks Digitale Verwaltung</w:t>
            </w:r>
          </w:p>
          <w:p w14:paraId="33C7563E" w14:textId="77777777" w:rsidR="00C71108" w:rsidRPr="00C71108" w:rsidRDefault="00C71108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931F7E" w14:textId="17D1A59A" w:rsidR="0074738B" w:rsidRPr="005F7AE1" w:rsidRDefault="00F03D48" w:rsidP="00ED50FE">
            <w:pPr>
              <w:suppressAutoHyphens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7AE1" w:rsidRPr="00C71108">
              <w:rPr>
                <w:rFonts w:ascii="Arial" w:hAnsi="Arial" w:cs="Arial"/>
                <w:sz w:val="20"/>
                <w:szCs w:val="20"/>
              </w:rPr>
              <w:t>Urheberin: Katharina Schlickmann</w:t>
            </w:r>
          </w:p>
        </w:tc>
      </w:tr>
      <w:tr w:rsidR="001F6915" w:rsidRPr="00D65DB3" w14:paraId="07FFFBB5" w14:textId="77777777" w:rsidTr="008B10AF">
        <w:tc>
          <w:tcPr>
            <w:tcW w:w="4506" w:type="dxa"/>
          </w:tcPr>
          <w:p w14:paraId="331D1E08" w14:textId="1FE56B88" w:rsidR="00D80FC8" w:rsidRPr="004E6631" w:rsidRDefault="00C71108" w:rsidP="00C71108">
            <w:pPr>
              <w:tabs>
                <w:tab w:val="left" w:pos="2116"/>
              </w:tabs>
              <w:rPr>
                <w:noProof/>
              </w:rPr>
            </w:pPr>
            <w:r w:rsidRPr="004E6631">
              <w:rPr>
                <w:noProof/>
              </w:rPr>
              <w:drawing>
                <wp:inline distT="0" distB="0" distL="0" distR="0" wp14:anchorId="068FF86D" wp14:editId="77436E2A">
                  <wp:extent cx="881610" cy="1318840"/>
                  <wp:effectExtent l="0" t="0" r="0" b="0"/>
                  <wp:docPr id="191472815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868" cy="135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6631">
              <w:rPr>
                <w:noProof/>
                <w:lang w:val="en-US"/>
              </w:rPr>
              <w:t xml:space="preserve">   </w:t>
            </w:r>
            <w:r w:rsidR="004E6631" w:rsidRPr="004E6631">
              <w:rPr>
                <w:noProof/>
                <w:lang w:val="en-US"/>
              </w:rPr>
              <w:drawing>
                <wp:inline distT="0" distB="0" distL="0" distR="0" wp14:anchorId="2376F5D8" wp14:editId="567C3D2B">
                  <wp:extent cx="979593" cy="979593"/>
                  <wp:effectExtent l="0" t="0" r="0" b="0"/>
                  <wp:docPr id="193613363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6133637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593" cy="9795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59B1AEAA" w14:textId="7C74C88F" w:rsidR="00EF7220" w:rsidRDefault="00C71108" w:rsidP="00EF7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108">
              <w:rPr>
                <w:rFonts w:ascii="Arial" w:hAnsi="Arial" w:cs="Arial"/>
                <w:sz w:val="20"/>
                <w:szCs w:val="20"/>
              </w:rPr>
              <w:t xml:space="preserve">Sandra Schrauth, </w:t>
            </w:r>
            <w:r w:rsidR="00103941" w:rsidRPr="00103941">
              <w:rPr>
                <w:rFonts w:ascii="Arial" w:hAnsi="Arial" w:cs="Arial"/>
                <w:sz w:val="20"/>
                <w:szCs w:val="20"/>
              </w:rPr>
              <w:t>Chief Consultant</w:t>
            </w:r>
            <w:r w:rsidR="001039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71108">
              <w:rPr>
                <w:rFonts w:ascii="Arial" w:hAnsi="Arial" w:cs="Arial"/>
                <w:sz w:val="20"/>
                <w:szCs w:val="20"/>
              </w:rPr>
              <w:t>bei Disy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71108">
              <w:rPr>
                <w:rFonts w:ascii="Arial" w:hAnsi="Arial" w:cs="Arial"/>
                <w:sz w:val="20"/>
                <w:szCs w:val="20"/>
              </w:rPr>
              <w:t>Informationssysteme GmbH</w:t>
            </w:r>
          </w:p>
          <w:p w14:paraId="044DFB33" w14:textId="77777777" w:rsidR="00C71108" w:rsidRPr="00C71108" w:rsidRDefault="00C71108" w:rsidP="00EF7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5F25E" w14:textId="685F6F4A" w:rsidR="00627242" w:rsidRPr="005F7AE1" w:rsidRDefault="00EF7220" w:rsidP="00EF722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9740B3" w:rsidRPr="00C71108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7EA6AC23" w14:textId="77777777" w:rsidR="00D24B8A" w:rsidRDefault="00D24B8A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084CA4B9" w14:textId="5E3A539E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4B123A70" w:rsidR="008F2E29" w:rsidRDefault="00874491" w:rsidP="008F2E29">
      <w:pPr>
        <w:pStyle w:val="Kleintext"/>
        <w:rPr>
          <w:rFonts w:eastAsia="MS Mincho"/>
          <w:sz w:val="20"/>
          <w:szCs w:val="20"/>
        </w:rPr>
      </w:pPr>
      <w:hyperlink r:id="rId16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05D0E4E9" w14:textId="77777777" w:rsidR="00ED50FE" w:rsidRDefault="00BA7AE1" w:rsidP="006733C0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</w:p>
    <w:p w14:paraId="499D6702" w14:textId="35DFC99F" w:rsidR="008B10AF" w:rsidRDefault="008B10AF" w:rsidP="006733C0">
      <w:pPr>
        <w:pStyle w:val="Kleintext"/>
        <w:rPr>
          <w:rStyle w:val="Hyperlink"/>
        </w:rPr>
      </w:pPr>
      <w:r>
        <w:t>Disy Informationssysteme GmbH</w:t>
      </w:r>
      <w:r w:rsidR="004E6631">
        <w:t xml:space="preserve"> </w:t>
      </w:r>
      <w:r>
        <w:br/>
        <w:t>Astrid Fennen-Weigel</w:t>
      </w:r>
      <w:r>
        <w:br/>
        <w:t>Ludwig-Erhard-Allee 6</w:t>
      </w:r>
      <w:r>
        <w:br/>
        <w:t>76131 Karlsruhe</w:t>
      </w:r>
      <w:r>
        <w:br/>
        <w:t>Tel: +49 721 16006-000</w:t>
      </w:r>
      <w:r>
        <w:br/>
      </w:r>
      <w:hyperlink r:id="rId23" w:history="1">
        <w:r>
          <w:rPr>
            <w:rStyle w:val="Hyperlink"/>
          </w:rPr>
          <w:t>presse</w:t>
        </w:r>
        <w:r w:rsidRPr="00805B2C">
          <w:rPr>
            <w:rStyle w:val="Hyperlink"/>
          </w:rPr>
          <w:t>@disy.net</w:t>
        </w:r>
      </w:hyperlink>
      <w:r w:rsidRPr="00805B2C">
        <w:rPr>
          <w:rStyle w:val="Hyperlink"/>
        </w:rPr>
        <w:br/>
      </w:r>
      <w:hyperlink r:id="rId24" w:history="1">
        <w:r w:rsidRPr="00805B2C">
          <w:rPr>
            <w:rStyle w:val="Hyperlink"/>
          </w:rPr>
          <w:t>www.disy.net</w:t>
        </w:r>
      </w:hyperlink>
      <w:r w:rsidR="004E6631">
        <w:rPr>
          <w:rStyle w:val="Hyperlink"/>
        </w:rPr>
        <w:t xml:space="preserve"> </w:t>
      </w:r>
    </w:p>
    <w:sectPr w:rsidR="008B10A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charset w:val="8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93ABD"/>
    <w:rsid w:val="000952F5"/>
    <w:rsid w:val="000E3A7E"/>
    <w:rsid w:val="000F4C42"/>
    <w:rsid w:val="00103941"/>
    <w:rsid w:val="00126C19"/>
    <w:rsid w:val="00133E4E"/>
    <w:rsid w:val="00142290"/>
    <w:rsid w:val="0014393C"/>
    <w:rsid w:val="00155616"/>
    <w:rsid w:val="001675E5"/>
    <w:rsid w:val="001A3F7D"/>
    <w:rsid w:val="001B3847"/>
    <w:rsid w:val="001F5D5C"/>
    <w:rsid w:val="001F6915"/>
    <w:rsid w:val="00247169"/>
    <w:rsid w:val="002700EB"/>
    <w:rsid w:val="002773A4"/>
    <w:rsid w:val="00294C2C"/>
    <w:rsid w:val="002A1620"/>
    <w:rsid w:val="002C1313"/>
    <w:rsid w:val="002D74CA"/>
    <w:rsid w:val="002F3FCB"/>
    <w:rsid w:val="003224BA"/>
    <w:rsid w:val="00347BC6"/>
    <w:rsid w:val="00361B47"/>
    <w:rsid w:val="00382E01"/>
    <w:rsid w:val="003B184C"/>
    <w:rsid w:val="003F2AC8"/>
    <w:rsid w:val="00422C11"/>
    <w:rsid w:val="00432B36"/>
    <w:rsid w:val="004467C2"/>
    <w:rsid w:val="0046325C"/>
    <w:rsid w:val="004851DB"/>
    <w:rsid w:val="004A5DB3"/>
    <w:rsid w:val="004B28DE"/>
    <w:rsid w:val="004D48C6"/>
    <w:rsid w:val="004E6631"/>
    <w:rsid w:val="004F11C1"/>
    <w:rsid w:val="004F7AF1"/>
    <w:rsid w:val="005245F5"/>
    <w:rsid w:val="00570961"/>
    <w:rsid w:val="00597F86"/>
    <w:rsid w:val="005B6821"/>
    <w:rsid w:val="005F5F2A"/>
    <w:rsid w:val="005F7AE1"/>
    <w:rsid w:val="006147C8"/>
    <w:rsid w:val="00627242"/>
    <w:rsid w:val="00630E89"/>
    <w:rsid w:val="006733C0"/>
    <w:rsid w:val="006842DE"/>
    <w:rsid w:val="006E418F"/>
    <w:rsid w:val="00721D12"/>
    <w:rsid w:val="00741DE8"/>
    <w:rsid w:val="00746841"/>
    <w:rsid w:val="0074738B"/>
    <w:rsid w:val="0075558F"/>
    <w:rsid w:val="0078615C"/>
    <w:rsid w:val="00790AAD"/>
    <w:rsid w:val="007E4732"/>
    <w:rsid w:val="00805B2C"/>
    <w:rsid w:val="00833818"/>
    <w:rsid w:val="00841578"/>
    <w:rsid w:val="008433AF"/>
    <w:rsid w:val="008465E4"/>
    <w:rsid w:val="00851755"/>
    <w:rsid w:val="00852E9B"/>
    <w:rsid w:val="00874491"/>
    <w:rsid w:val="00877357"/>
    <w:rsid w:val="008B10AF"/>
    <w:rsid w:val="008B41DB"/>
    <w:rsid w:val="008C59DD"/>
    <w:rsid w:val="008D71A6"/>
    <w:rsid w:val="008F2E29"/>
    <w:rsid w:val="00907788"/>
    <w:rsid w:val="00927B70"/>
    <w:rsid w:val="00934CB5"/>
    <w:rsid w:val="00950819"/>
    <w:rsid w:val="00963467"/>
    <w:rsid w:val="00965D3B"/>
    <w:rsid w:val="009740B3"/>
    <w:rsid w:val="00986894"/>
    <w:rsid w:val="009B0B04"/>
    <w:rsid w:val="00A12C5B"/>
    <w:rsid w:val="00A27036"/>
    <w:rsid w:val="00A27E06"/>
    <w:rsid w:val="00A33B17"/>
    <w:rsid w:val="00A40BCD"/>
    <w:rsid w:val="00A4723D"/>
    <w:rsid w:val="00A51C3A"/>
    <w:rsid w:val="00A748F9"/>
    <w:rsid w:val="00AB2D68"/>
    <w:rsid w:val="00B12D47"/>
    <w:rsid w:val="00B32C31"/>
    <w:rsid w:val="00B40A22"/>
    <w:rsid w:val="00B51DF2"/>
    <w:rsid w:val="00B5766D"/>
    <w:rsid w:val="00B63190"/>
    <w:rsid w:val="00B6352E"/>
    <w:rsid w:val="00B80EDC"/>
    <w:rsid w:val="00B90322"/>
    <w:rsid w:val="00BA7AE1"/>
    <w:rsid w:val="00BC6C41"/>
    <w:rsid w:val="00BE2844"/>
    <w:rsid w:val="00BF0744"/>
    <w:rsid w:val="00C074AD"/>
    <w:rsid w:val="00C54F9E"/>
    <w:rsid w:val="00C551DC"/>
    <w:rsid w:val="00C71108"/>
    <w:rsid w:val="00CA3C5C"/>
    <w:rsid w:val="00CA7545"/>
    <w:rsid w:val="00CB6138"/>
    <w:rsid w:val="00CF221E"/>
    <w:rsid w:val="00D031F8"/>
    <w:rsid w:val="00D04FC5"/>
    <w:rsid w:val="00D12029"/>
    <w:rsid w:val="00D15977"/>
    <w:rsid w:val="00D24B8A"/>
    <w:rsid w:val="00D65DB3"/>
    <w:rsid w:val="00D67D06"/>
    <w:rsid w:val="00D805DC"/>
    <w:rsid w:val="00D80FC8"/>
    <w:rsid w:val="00D84F63"/>
    <w:rsid w:val="00DC5658"/>
    <w:rsid w:val="00DE1A5C"/>
    <w:rsid w:val="00DF42E4"/>
    <w:rsid w:val="00E03B5B"/>
    <w:rsid w:val="00E27F65"/>
    <w:rsid w:val="00E40482"/>
    <w:rsid w:val="00E40857"/>
    <w:rsid w:val="00E40FE3"/>
    <w:rsid w:val="00E556EB"/>
    <w:rsid w:val="00E6718E"/>
    <w:rsid w:val="00E913B7"/>
    <w:rsid w:val="00E942B6"/>
    <w:rsid w:val="00EC0DAF"/>
    <w:rsid w:val="00EC4B80"/>
    <w:rsid w:val="00ED50FE"/>
    <w:rsid w:val="00ED53E9"/>
    <w:rsid w:val="00EF0E31"/>
    <w:rsid w:val="00EF7220"/>
    <w:rsid w:val="00EF7796"/>
    <w:rsid w:val="00F03D48"/>
    <w:rsid w:val="00F05486"/>
    <w:rsid w:val="00F523EB"/>
    <w:rsid w:val="00F579D8"/>
    <w:rsid w:val="00FA3273"/>
    <w:rsid w:val="00FA3BE2"/>
    <w:rsid w:val="00FA437F"/>
    <w:rsid w:val="00FC165B"/>
    <w:rsid w:val="00FC7164"/>
    <w:rsid w:val="00FD44DE"/>
    <w:rsid w:val="00FD4573"/>
    <w:rsid w:val="00FD752B"/>
    <w:rsid w:val="00FE10B9"/>
    <w:rsid w:val="00F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disy.net/de/unternehmen/presse/" TargetMode="External"/><Relationship Id="rId20" Type="http://schemas.openxmlformats.org/officeDocument/2006/relationships/footer" Target="footer2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hyperlink" Target="http://www.disy.net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mailto:kazakos@disy.net" TargetMode="External"/><Relationship Id="rId28" Type="http://schemas.openxmlformats.org/officeDocument/2006/relationships/footer" Target="footer5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stockphoto.com" TargetMode="External"/><Relationship Id="rId14" Type="http://schemas.openxmlformats.org/officeDocument/2006/relationships/image" Target="media/image6.jpeg"/><Relationship Id="rId22" Type="http://schemas.openxmlformats.org/officeDocument/2006/relationships/footer" Target="footer3.xml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78</cp:revision>
  <cp:lastPrinted>2012-08-27T08:59:00Z</cp:lastPrinted>
  <dcterms:created xsi:type="dcterms:W3CDTF">2023-06-12T10:27:00Z</dcterms:created>
  <dcterms:modified xsi:type="dcterms:W3CDTF">2025-08-13T09:46:00Z</dcterms:modified>
</cp:coreProperties>
</file>