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05E3B29" w14:textId="420C7B2D" w:rsidR="00E40857" w:rsidRDefault="00986894" w:rsidP="008F2E29">
      <w:pPr>
        <w:rPr>
          <w:rFonts w:ascii="Arial" w:hAnsi="Arial"/>
          <w:b/>
          <w:bCs/>
          <w:sz w:val="36"/>
          <w:szCs w:val="36"/>
        </w:rPr>
      </w:pPr>
      <w:r w:rsidRPr="00E40857">
        <w:rPr>
          <w:rFonts w:ascii="Arial" w:hAnsi="Arial"/>
          <w:b/>
          <w:bCs/>
          <w:sz w:val="36"/>
          <w:szCs w:val="36"/>
        </w:rPr>
        <w:t>Anlage zur Pressemitteilun</w:t>
      </w:r>
      <w:r w:rsidR="009668D0">
        <w:rPr>
          <w:rFonts w:ascii="Arial" w:hAnsi="Arial"/>
          <w:b/>
          <w:bCs/>
          <w:sz w:val="36"/>
          <w:szCs w:val="36"/>
        </w:rPr>
        <w:t>g</w:t>
      </w:r>
    </w:p>
    <w:p w14:paraId="6A108F26" w14:textId="77777777" w:rsidR="00E40857" w:rsidRPr="007F76DE" w:rsidRDefault="00E40857" w:rsidP="008F2E29">
      <w:pPr>
        <w:rPr>
          <w:rFonts w:ascii="Arial" w:hAnsi="Arial"/>
          <w:sz w:val="36"/>
          <w:szCs w:val="36"/>
        </w:rPr>
      </w:pPr>
    </w:p>
    <w:p w14:paraId="3EE8686B" w14:textId="77777777" w:rsidR="00991014" w:rsidRDefault="00991014" w:rsidP="00E40857">
      <w:pPr>
        <w:spacing w:line="360" w:lineRule="auto"/>
        <w:rPr>
          <w:rFonts w:ascii="Arial" w:hAnsi="Arial"/>
          <w:b/>
          <w:bCs/>
          <w:sz w:val="28"/>
        </w:rPr>
      </w:pPr>
      <w:r w:rsidRPr="00991014">
        <w:rPr>
          <w:rFonts w:ascii="Arial" w:hAnsi="Arial"/>
          <w:b/>
          <w:bCs/>
          <w:sz w:val="28"/>
        </w:rPr>
        <w:t>Wie lassen sich komplexe Datenanalysen per Sprache steuern</w:t>
      </w:r>
    </w:p>
    <w:p w14:paraId="67B1DC96" w14:textId="5508D21B" w:rsidR="00432B36" w:rsidRPr="00950819" w:rsidRDefault="00E40857" w:rsidP="00E40857">
      <w:pPr>
        <w:spacing w:line="360" w:lineRule="auto"/>
        <w:rPr>
          <w:rFonts w:ascii="Arial" w:hAnsi="Arial"/>
          <w:b/>
          <w:bCs/>
        </w:rPr>
      </w:pPr>
      <w:r w:rsidRPr="00950819">
        <w:rPr>
          <w:rFonts w:ascii="Arial" w:hAnsi="Arial"/>
          <w:b/>
          <w:bCs/>
        </w:rPr>
        <w:t xml:space="preserve">Karlsruhe, </w:t>
      </w:r>
      <w:r w:rsidR="007F76DE">
        <w:rPr>
          <w:rFonts w:ascii="Arial" w:hAnsi="Arial"/>
          <w:b/>
          <w:bCs/>
        </w:rPr>
        <w:t>24</w:t>
      </w:r>
      <w:r w:rsidR="00FC56C7">
        <w:rPr>
          <w:rFonts w:ascii="Arial" w:hAnsi="Arial"/>
          <w:b/>
          <w:bCs/>
        </w:rPr>
        <w:t>.</w:t>
      </w:r>
      <w:r w:rsidR="00906EE3">
        <w:rPr>
          <w:rFonts w:ascii="Arial" w:hAnsi="Arial"/>
          <w:b/>
          <w:bCs/>
        </w:rPr>
        <w:t>0</w:t>
      </w:r>
      <w:r w:rsidR="00991014">
        <w:rPr>
          <w:rFonts w:ascii="Arial" w:hAnsi="Arial"/>
          <w:b/>
          <w:bCs/>
        </w:rPr>
        <w:t>7</w:t>
      </w:r>
      <w:r w:rsidR="00986894" w:rsidRPr="00950819">
        <w:rPr>
          <w:rFonts w:ascii="Arial" w:hAnsi="Arial"/>
          <w:b/>
          <w:bCs/>
        </w:rPr>
        <w:t>.</w:t>
      </w:r>
      <w:r w:rsidR="00BA7AE1" w:rsidRPr="00950819">
        <w:rPr>
          <w:rFonts w:ascii="Arial" w:hAnsi="Arial"/>
          <w:b/>
          <w:bCs/>
        </w:rPr>
        <w:t>202</w:t>
      </w:r>
      <w:r w:rsidR="00906EE3">
        <w:rPr>
          <w:rFonts w:ascii="Arial" w:hAnsi="Arial"/>
          <w:b/>
          <w:bCs/>
        </w:rPr>
        <w:t>5</w:t>
      </w:r>
    </w:p>
    <w:p w14:paraId="2D686499" w14:textId="77777777" w:rsidR="00986894" w:rsidRDefault="00986894" w:rsidP="00986894">
      <w:pPr>
        <w:rPr>
          <w:rFonts w:ascii="Arial" w:hAnsi="Arial"/>
          <w:b/>
          <w:bCs/>
          <w:sz w:val="28"/>
        </w:rPr>
      </w:pPr>
    </w:p>
    <w:p w14:paraId="18E80FF6" w14:textId="0DC0344C" w:rsidR="00986894" w:rsidRPr="008F2E29" w:rsidRDefault="00986894" w:rsidP="00986894">
      <w:pPr>
        <w:rPr>
          <w:rFonts w:ascii="Arial" w:hAnsi="Arial"/>
          <w:b/>
          <w:bCs/>
        </w:rPr>
      </w:pPr>
      <w:r w:rsidRPr="008F2E29">
        <w:rPr>
          <w:rFonts w:ascii="Arial" w:hAnsi="Arial"/>
          <w:b/>
          <w:bCs/>
        </w:rPr>
        <w:t>Grafiken mit Abbildungsbeschriftung und Bild</w:t>
      </w:r>
      <w:r w:rsidR="00E40482">
        <w:rPr>
          <w:rFonts w:ascii="Arial" w:hAnsi="Arial"/>
          <w:b/>
          <w:bCs/>
        </w:rPr>
        <w:t>rechte</w:t>
      </w:r>
      <w:r w:rsidR="009F14C0">
        <w:rPr>
          <w:rFonts w:ascii="Arial" w:hAnsi="Arial"/>
          <w:b/>
          <w:bCs/>
        </w:rPr>
        <w:t>n</w:t>
      </w:r>
    </w:p>
    <w:p w14:paraId="19B903B2" w14:textId="77777777" w:rsidR="00986894" w:rsidRDefault="00986894" w:rsidP="00986894">
      <w:pPr>
        <w:rPr>
          <w:highlight w:val="yellow"/>
        </w:rPr>
      </w:pPr>
    </w:p>
    <w:tbl>
      <w:tblPr>
        <w:tblStyle w:val="Tabellenraster"/>
        <w:tblW w:w="90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54"/>
        <w:gridCol w:w="4918"/>
      </w:tblGrid>
      <w:tr w:rsidR="007F76DE" w14:paraId="0405838C" w14:textId="77777777" w:rsidTr="003303B8">
        <w:tc>
          <w:tcPr>
            <w:tcW w:w="4154" w:type="dxa"/>
          </w:tcPr>
          <w:p w14:paraId="69CF8766" w14:textId="4E712C5A" w:rsidR="007F76DE" w:rsidRPr="001A3F7D" w:rsidRDefault="007F76DE" w:rsidP="007F76DE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noProof/>
              </w:rPr>
              <w:drawing>
                <wp:inline distT="0" distB="0" distL="0" distR="0" wp14:anchorId="733D66CC" wp14:editId="2D419404">
                  <wp:extent cx="2130725" cy="1198438"/>
                  <wp:effectExtent l="0" t="0" r="3175" b="1905"/>
                  <wp:docPr id="1746958602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64017" cy="121716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</w:tcPr>
          <w:p w14:paraId="7C34453D" w14:textId="054F0AAB" w:rsidR="001E27FD" w:rsidRDefault="00991014" w:rsidP="005937E3">
            <w:pPr>
              <w:rPr>
                <w:rFonts w:ascii="Arial" w:hAnsi="Arial" w:cs="Arial"/>
                <w:sz w:val="20"/>
                <w:szCs w:val="20"/>
              </w:rPr>
            </w:pPr>
            <w:r w:rsidRPr="00991014">
              <w:rPr>
                <w:rFonts w:ascii="Arial" w:hAnsi="Arial" w:cs="Arial"/>
                <w:sz w:val="20"/>
                <w:szCs w:val="20"/>
              </w:rPr>
              <w:t>Im Projekt INSPIRE-KA wird eine KI-gestützte Plattform entwickelt, mit der sich Datenanalysen per Spracheingabe steuern lassen</w:t>
            </w:r>
          </w:p>
          <w:p w14:paraId="2234D2E1" w14:textId="77777777" w:rsidR="00991014" w:rsidRDefault="00991014" w:rsidP="005937E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C2DCC5A" w14:textId="3EA64960" w:rsidR="00FA3BE2" w:rsidRPr="001A3F7D" w:rsidRDefault="00A4723D" w:rsidP="005937E3">
            <w:pPr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C6FA4" w:rsidRPr="001C6FA4">
              <w:rPr>
                <w:rFonts w:ascii="Arial" w:hAnsi="Arial" w:cs="Arial"/>
                <w:sz w:val="20"/>
                <w:szCs w:val="20"/>
              </w:rPr>
              <w:t>Mer_Studio – stock.adobe.com</w:t>
            </w:r>
          </w:p>
        </w:tc>
      </w:tr>
      <w:tr w:rsidR="007F76DE" w14:paraId="24E90A1C" w14:textId="77777777" w:rsidTr="003303B8">
        <w:tc>
          <w:tcPr>
            <w:tcW w:w="4154" w:type="dxa"/>
          </w:tcPr>
          <w:p w14:paraId="379E6EA0" w14:textId="439598AC" w:rsidR="00BC05B9" w:rsidRDefault="00736E89" w:rsidP="00A90D8A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76A1836" wp14:editId="4973EB32">
                  <wp:extent cx="1116751" cy="1674290"/>
                  <wp:effectExtent l="0" t="0" r="7620" b="2540"/>
                  <wp:docPr id="7" name="Grafi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Grafik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6751" cy="16742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</w:tcPr>
          <w:p w14:paraId="51AF93D9" w14:textId="1F6368DF" w:rsidR="006C6C57" w:rsidRDefault="00795F02" w:rsidP="00FC2DF9">
            <w:pPr>
              <w:rPr>
                <w:rFonts w:ascii="Arial" w:hAnsi="Arial" w:cs="Arial"/>
                <w:sz w:val="20"/>
                <w:szCs w:val="20"/>
              </w:rPr>
            </w:pPr>
            <w:r w:rsidRPr="00795F02">
              <w:rPr>
                <w:rFonts w:ascii="Arial" w:hAnsi="Arial" w:cs="Arial"/>
                <w:sz w:val="20"/>
                <w:szCs w:val="20"/>
              </w:rPr>
              <w:t>Dr. Andreas Abecker, Leiter Forschung und Innovation bei Disy Informationssysteme GmbH</w:t>
            </w:r>
          </w:p>
          <w:p w14:paraId="742EDAD2" w14:textId="77777777" w:rsidR="00795F02" w:rsidRDefault="00795F02" w:rsidP="00FC2DF9">
            <w:pPr>
              <w:rPr>
                <w:rFonts w:ascii="Arial" w:hAnsi="Arial" w:cs="Arial"/>
                <w:sz w:val="20"/>
                <w:szCs w:val="20"/>
              </w:rPr>
            </w:pPr>
          </w:p>
          <w:p w14:paraId="5406D367" w14:textId="38BC6C0F" w:rsidR="00FC2DF9" w:rsidRDefault="00542D0B" w:rsidP="00FC2DF9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F02" w:rsidRPr="00795F02">
              <w:rPr>
                <w:rFonts w:ascii="Arial" w:eastAsia="MS Mincho" w:hAnsi="Arial" w:cs="Arial"/>
                <w:sz w:val="20"/>
                <w:szCs w:val="20"/>
              </w:rPr>
              <w:t>Disy Informationssysteme GmbH</w:t>
            </w:r>
          </w:p>
        </w:tc>
      </w:tr>
      <w:tr w:rsidR="007F76DE" w14:paraId="07FFFBB5" w14:textId="77777777" w:rsidTr="003303B8">
        <w:tc>
          <w:tcPr>
            <w:tcW w:w="4154" w:type="dxa"/>
          </w:tcPr>
          <w:p w14:paraId="331D1E08" w14:textId="002A8C80" w:rsidR="00BC05B9" w:rsidRDefault="00BD78B4" w:rsidP="00795F02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6E194C09" wp14:editId="2AC6DDE0">
                  <wp:extent cx="2024382" cy="1200661"/>
                  <wp:effectExtent l="0" t="0" r="0" b="0"/>
                  <wp:docPr id="4" name="Grafi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Grafik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24382" cy="120066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</w:tcPr>
          <w:p w14:paraId="6CEF9BA9" w14:textId="17E1A998" w:rsidR="00991014" w:rsidRDefault="00991014" w:rsidP="005937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6957">
              <w:rPr>
                <w:rFonts w:ascii="Arial" w:eastAsia="MS Mincho" w:hAnsi="Arial" w:cs="Arial"/>
                <w:sz w:val="20"/>
                <w:szCs w:val="20"/>
              </w:rPr>
              <w:t>disy Cadenza bietet vielfältige Analysefunktionen – INSPIRE-KA erforscht, wie diese künftig per Sprachmodell gesteuert werden können</w:t>
            </w:r>
          </w:p>
          <w:p w14:paraId="37FABB79" w14:textId="77777777" w:rsidR="00991014" w:rsidRDefault="00991014" w:rsidP="005937E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F15F25E" w14:textId="3F338ED1" w:rsidR="002B7B1A" w:rsidRPr="00B5766D" w:rsidRDefault="00A4723D" w:rsidP="005937E3">
            <w:pPr>
              <w:rPr>
                <w:rFonts w:ascii="Arial" w:hAnsi="Arial" w:cs="Arial"/>
                <w:sz w:val="20"/>
                <w:szCs w:val="20"/>
              </w:rPr>
            </w:pPr>
            <w:r w:rsidRPr="00A4723D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2A162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95F02" w:rsidRPr="00795F02">
              <w:rPr>
                <w:rFonts w:ascii="Arial" w:eastAsia="MS Mincho" w:hAnsi="Arial" w:cs="Arial"/>
                <w:sz w:val="20"/>
                <w:szCs w:val="20"/>
              </w:rPr>
              <w:t>Disy Informationssysteme GmbH</w:t>
            </w:r>
          </w:p>
        </w:tc>
      </w:tr>
      <w:tr w:rsidR="007F76DE" w14:paraId="577DD165" w14:textId="77777777" w:rsidTr="003303B8">
        <w:tc>
          <w:tcPr>
            <w:tcW w:w="4154" w:type="dxa"/>
          </w:tcPr>
          <w:p w14:paraId="021FBB55" w14:textId="724B7063" w:rsidR="002B7B1A" w:rsidRDefault="00392EF8" w:rsidP="00D1202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541E81CA" wp14:editId="4733E769">
                  <wp:extent cx="2027389" cy="508959"/>
                  <wp:effectExtent l="0" t="0" r="0" b="5715"/>
                  <wp:docPr id="13" name="Grafi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Grafik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52417" cy="51524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18" w:type="dxa"/>
          </w:tcPr>
          <w:p w14:paraId="6D4A054D" w14:textId="52D946B5" w:rsidR="00B65ECD" w:rsidRDefault="00991014" w:rsidP="00392EF8">
            <w:pPr>
              <w:rPr>
                <w:rFonts w:ascii="Arial" w:eastAsia="MS Mincho" w:hAnsi="Arial" w:cs="Arial"/>
                <w:sz w:val="20"/>
                <w:szCs w:val="20"/>
              </w:rPr>
            </w:pPr>
            <w:r w:rsidRPr="00991014">
              <w:rPr>
                <w:rFonts w:ascii="Arial" w:eastAsia="MS Mincho" w:hAnsi="Arial" w:cs="Arial"/>
                <w:sz w:val="20"/>
                <w:szCs w:val="20"/>
              </w:rPr>
              <w:t>Projektpartner im Forschungsprojekt INSPIRE-KA</w:t>
            </w:r>
          </w:p>
          <w:p w14:paraId="177D5D0A" w14:textId="77777777" w:rsidR="00991014" w:rsidRPr="00392EF8" w:rsidRDefault="00991014" w:rsidP="00392EF8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626307" w14:textId="44840A3D" w:rsidR="00392EF8" w:rsidRDefault="00392EF8" w:rsidP="00392EF8">
            <w:pPr>
              <w:rPr>
                <w:rFonts w:ascii="Arial" w:hAnsi="Arial" w:cs="Arial"/>
                <w:sz w:val="20"/>
                <w:szCs w:val="20"/>
              </w:rPr>
            </w:pPr>
            <w:r w:rsidRPr="00392EF8">
              <w:rPr>
                <w:rFonts w:ascii="Arial" w:hAnsi="Arial" w:cs="Arial"/>
                <w:b/>
                <w:bCs/>
                <w:sz w:val="20"/>
                <w:szCs w:val="20"/>
              </w:rPr>
              <w:t>Bildrechte:</w:t>
            </w:r>
            <w:r w:rsidRPr="00392EF8">
              <w:rPr>
                <w:rFonts w:ascii="Arial" w:hAnsi="Arial" w:cs="Arial"/>
                <w:sz w:val="20"/>
                <w:szCs w:val="20"/>
              </w:rPr>
              <w:t xml:space="preserve"> Disy Informationssysteme GmbH</w:t>
            </w:r>
          </w:p>
        </w:tc>
      </w:tr>
    </w:tbl>
    <w:p w14:paraId="18258E5D" w14:textId="77777777" w:rsidR="008B6638" w:rsidRDefault="008B6638" w:rsidP="008F2E29">
      <w:pPr>
        <w:spacing w:after="120"/>
        <w:rPr>
          <w:rFonts w:ascii="Arial" w:eastAsia="MS Mincho" w:hAnsi="Arial" w:cs="Arial"/>
          <w:sz w:val="20"/>
          <w:szCs w:val="20"/>
        </w:rPr>
      </w:pPr>
    </w:p>
    <w:p w14:paraId="084CA4B9" w14:textId="3C0EA039" w:rsidR="008F2E29" w:rsidRDefault="008F2E29" w:rsidP="008F2E29">
      <w:pPr>
        <w:spacing w:after="120"/>
        <w:rPr>
          <w:rFonts w:ascii="Arial" w:eastAsia="MS Mincho" w:hAnsi="Arial" w:cs="Arial"/>
          <w:sz w:val="20"/>
          <w:szCs w:val="20"/>
        </w:rPr>
      </w:pPr>
      <w:r>
        <w:rPr>
          <w:rFonts w:ascii="Arial" w:eastAsia="MS Mincho" w:hAnsi="Arial" w:cs="Arial"/>
          <w:sz w:val="20"/>
          <w:szCs w:val="20"/>
        </w:rPr>
        <w:t xml:space="preserve">Weitere Pressemitteilungen mit Grafiken stehen hier für Sie zum Download bereit: </w:t>
      </w:r>
    </w:p>
    <w:p w14:paraId="7F580A0C" w14:textId="77777777" w:rsidR="008F2E29" w:rsidRDefault="001C6FA4" w:rsidP="008F2E29">
      <w:pPr>
        <w:pStyle w:val="Kleintext"/>
        <w:rPr>
          <w:rFonts w:eastAsia="MS Mincho"/>
          <w:sz w:val="20"/>
          <w:szCs w:val="20"/>
        </w:rPr>
      </w:pPr>
      <w:hyperlink r:id="rId12" w:history="1">
        <w:r w:rsidR="008F2E29" w:rsidRPr="00A8799F">
          <w:rPr>
            <w:rStyle w:val="Hyperlink"/>
            <w:rFonts w:eastAsia="MS Mincho"/>
            <w:sz w:val="20"/>
            <w:szCs w:val="20"/>
          </w:rPr>
          <w:t>https://www.disy.net/de/unternehmen/presse/</w:t>
        </w:r>
      </w:hyperlink>
      <w:r w:rsidR="008F2E29">
        <w:rPr>
          <w:rFonts w:eastAsia="MS Mincho"/>
          <w:sz w:val="20"/>
          <w:szCs w:val="20"/>
        </w:rPr>
        <w:t xml:space="preserve"> </w:t>
      </w:r>
    </w:p>
    <w:p w14:paraId="1060FDB0" w14:textId="77777777" w:rsidR="004F7AF1" w:rsidRDefault="004F7AF1" w:rsidP="006733C0">
      <w:pPr>
        <w:pStyle w:val="Kleintext"/>
      </w:pPr>
      <w:r>
        <w:t xml:space="preserve">Über ein </w:t>
      </w:r>
      <w:r w:rsidRPr="006733C0">
        <w:t>Belegexemplar</w:t>
      </w:r>
      <w:r w:rsidR="00597F86">
        <w:t xml:space="preserve"> Ihrer Veröffentlichung freuen wir uns.</w:t>
      </w:r>
    </w:p>
    <w:p w14:paraId="73F1004F" w14:textId="77777777" w:rsidR="00597F86" w:rsidRDefault="00597F86" w:rsidP="006733C0">
      <w:pPr>
        <w:pStyle w:val="Kleintext"/>
        <w:sectPr w:rsidR="00597F86" w:rsidSect="00CA7545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5" w:h="16837"/>
          <w:pgMar w:top="1134" w:right="1985" w:bottom="1134" w:left="1418" w:header="851" w:footer="709" w:gutter="0"/>
          <w:cols w:space="720"/>
          <w:docGrid w:linePitch="360"/>
        </w:sectPr>
      </w:pPr>
    </w:p>
    <w:p w14:paraId="5279B27B" w14:textId="41D82465" w:rsidR="00E913B7" w:rsidRDefault="00BA7AE1" w:rsidP="00E913B7">
      <w:pPr>
        <w:pStyle w:val="Kleintext"/>
      </w:pPr>
      <w:r w:rsidRPr="00E913B7">
        <w:rPr>
          <w:b/>
          <w:bCs/>
        </w:rPr>
        <w:t>Pressekontakt</w:t>
      </w:r>
    </w:p>
    <w:p w14:paraId="36F4902B" w14:textId="6E24C27F" w:rsidR="007F76DE" w:rsidRPr="00805B2C" w:rsidRDefault="007F76DE" w:rsidP="007F76DE">
      <w:pPr>
        <w:pStyle w:val="Kleintext"/>
        <w:rPr>
          <w:rStyle w:val="Hyperlink"/>
        </w:rPr>
      </w:pPr>
      <w:r>
        <w:t>Disy Informationssysteme GmbH</w:t>
      </w:r>
      <w:r>
        <w:br/>
        <w:t>Astrid Fennen-Weigel</w:t>
      </w:r>
      <w:r>
        <w:br/>
        <w:t>Ludwig-Erhard-Allee 6</w:t>
      </w:r>
      <w:r>
        <w:br/>
        <w:t>76131 Karlsruhe</w:t>
      </w:r>
      <w:r>
        <w:br/>
        <w:t>Tel: +49-721-1 6006-222</w:t>
      </w:r>
      <w:r>
        <w:br/>
      </w:r>
      <w:hyperlink r:id="rId19" w:history="1">
        <w:r w:rsidRPr="007D559F">
          <w:rPr>
            <w:rStyle w:val="Hyperlink"/>
          </w:rPr>
          <w:t>presse@disy.net</w:t>
        </w:r>
      </w:hyperlink>
      <w:r w:rsidRPr="00805B2C">
        <w:rPr>
          <w:rStyle w:val="Hyperlink"/>
        </w:rPr>
        <w:br/>
      </w:r>
      <w:hyperlink r:id="rId20" w:history="1">
        <w:r w:rsidRPr="00805B2C">
          <w:rPr>
            <w:rStyle w:val="Hyperlink"/>
          </w:rPr>
          <w:t>www.disy.net</w:t>
        </w:r>
      </w:hyperlink>
    </w:p>
    <w:p w14:paraId="251C7A14" w14:textId="2E194CF6" w:rsidR="006733C0" w:rsidRDefault="00597F86" w:rsidP="006733C0">
      <w:pPr>
        <w:pStyle w:val="Kleintext"/>
      </w:pPr>
      <w:r>
        <w:t xml:space="preserve">Eine elektronische Version dieser Presseinformation finden Sie unter: </w:t>
      </w:r>
      <w:r w:rsidRPr="00805B2C">
        <w:rPr>
          <w:rStyle w:val="Hyperlink"/>
        </w:rPr>
        <w:t>http://www.disy.net/presse.html</w:t>
      </w:r>
      <w:r w:rsidR="00805B2C" w:rsidRPr="00805B2C">
        <w:t>.</w:t>
      </w:r>
    </w:p>
    <w:sectPr w:rsidR="006733C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type w:val="continuous"/>
      <w:pgSz w:w="11905" w:h="16837"/>
      <w:pgMar w:top="1134" w:right="2268" w:bottom="1134" w:left="1418" w:header="851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221851" w14:textId="77777777" w:rsidR="00D04FC5" w:rsidRDefault="00D04FC5">
      <w:r>
        <w:separator/>
      </w:r>
    </w:p>
  </w:endnote>
  <w:endnote w:type="continuationSeparator" w:id="0">
    <w:p w14:paraId="27320A08" w14:textId="77777777" w:rsidR="00D04FC5" w:rsidRDefault="00D04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Yu Gothic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281D92" w14:textId="77777777" w:rsidR="00C54F9E" w:rsidRDefault="00C54F9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55B7A" w14:textId="77777777" w:rsidR="004F7AF1" w:rsidRDefault="002C1313">
    <w:r>
      <w:rPr>
        <w:noProof/>
        <w:lang w:eastAsia="de-DE"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0D10E541" wp14:editId="5C37AC2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66040" cy="140970"/>
              <wp:effectExtent l="4445" t="635" r="5715" b="127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6040" cy="14097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D34CB2" w14:textId="77777777" w:rsidR="004F7AF1" w:rsidRDefault="004F7AF1">
                          <w:pPr>
                            <w:pStyle w:val="Fuzeile"/>
                          </w:pPr>
                          <w:r>
                            <w:rPr>
                              <w:rStyle w:val="Seitenzahl"/>
                            </w:rPr>
                            <w:fldChar w:fldCharType="begin"/>
                          </w:r>
                          <w:r>
                            <w:rPr>
                              <w:rStyle w:val="Seitenzahl"/>
                            </w:rPr>
                            <w:instrText xml:space="preserve"> PAGE </w:instrText>
                          </w:r>
                          <w:r>
                            <w:rPr>
                              <w:rStyle w:val="Seitenzahl"/>
                            </w:rPr>
                            <w:fldChar w:fldCharType="separate"/>
                          </w:r>
                          <w:r w:rsidR="008C59DD">
                            <w:rPr>
                              <w:rStyle w:val="Seitenzahl"/>
                              <w:noProof/>
                            </w:rPr>
                            <w:t>1</w:t>
                          </w:r>
                          <w:r>
                            <w:rPr>
                              <w:rStyle w:val="Seitenzahl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D10E5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0;margin-top:.05pt;width:5.2pt;height:11.1pt;z-index:251657728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" stroked="f">
              <v:fill opacity="0"/>
              <v:textbox inset="0,0,0,0">
                <w:txbxContent>
                  <w:p w14:paraId="5ED34CB2" w14:textId="77777777" w:rsidR="004F7AF1" w:rsidRDefault="004F7AF1">
                    <w:pPr>
                      <w:pStyle w:val="Fuzeile"/>
                    </w:pPr>
                    <w:r>
                      <w:rPr>
                        <w:rStyle w:val="Seitenzahl"/>
                      </w:rPr>
                      <w:fldChar w:fldCharType="begin"/>
                    </w:r>
                    <w:r>
                      <w:rPr>
                        <w:rStyle w:val="Seitenzahl"/>
                      </w:rPr>
                      <w:instrText xml:space="preserve"> PAGE </w:instrText>
                    </w:r>
                    <w:r>
                      <w:rPr>
                        <w:rStyle w:val="Seitenzahl"/>
                      </w:rPr>
                      <w:fldChar w:fldCharType="separate"/>
                    </w:r>
                    <w:r w:rsidR="008C59DD">
                      <w:rPr>
                        <w:rStyle w:val="Seitenzahl"/>
                        <w:noProof/>
                      </w:rPr>
                      <w:t>1</w:t>
                    </w:r>
                    <w:r>
                      <w:rPr>
                        <w:rStyle w:val="Seitenzahl"/>
                      </w:rPr>
                      <w:fldChar w:fldCharType="end"/>
                    </w: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A98B5" w14:textId="77777777" w:rsidR="00C54F9E" w:rsidRDefault="00C54F9E">
    <w:pPr>
      <w:pStyle w:val="Fuzeil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FCF97F" w14:textId="77777777" w:rsidR="004F7AF1" w:rsidRDefault="004F7AF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97A000" w14:textId="77777777" w:rsidR="004F7AF1" w:rsidRDefault="004F7AF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D261ED" w14:textId="77777777" w:rsidR="004F7AF1" w:rsidRDefault="004F7AF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CB5E4" w14:textId="77777777" w:rsidR="00D04FC5" w:rsidRDefault="00D04FC5">
      <w:r>
        <w:separator/>
      </w:r>
    </w:p>
  </w:footnote>
  <w:footnote w:type="continuationSeparator" w:id="0">
    <w:p w14:paraId="4F39869A" w14:textId="77777777" w:rsidR="00D04FC5" w:rsidRDefault="00D04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5D3DA" w14:textId="77777777" w:rsidR="00C54F9E" w:rsidRDefault="00C54F9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750"/>
      <w:gridCol w:w="4500"/>
    </w:tblGrid>
    <w:tr w:rsidR="004F7AF1" w14:paraId="6A5F30D2" w14:textId="77777777">
      <w:tc>
        <w:tcPr>
          <w:tcW w:w="4750" w:type="dxa"/>
          <w:vAlign w:val="center"/>
        </w:tcPr>
        <w:p w14:paraId="1DCAD0D5" w14:textId="77777777" w:rsidR="004F7AF1" w:rsidRPr="00E40857" w:rsidRDefault="004F7AF1" w:rsidP="00E40857">
          <w:pPr>
            <w:pStyle w:val="berschrift6"/>
            <w:tabs>
              <w:tab w:val="left" w:pos="0"/>
            </w:tabs>
            <w:snapToGrid w:val="0"/>
            <w:jc w:val="left"/>
            <w:rPr>
              <w:sz w:val="32"/>
              <w:szCs w:val="32"/>
            </w:rPr>
          </w:pPr>
        </w:p>
      </w:tc>
      <w:tc>
        <w:tcPr>
          <w:tcW w:w="4500" w:type="dxa"/>
        </w:tcPr>
        <w:p w14:paraId="08BA33BB" w14:textId="77777777" w:rsidR="004F7AF1" w:rsidRDefault="00ED53E9">
          <w:pPr>
            <w:pStyle w:val="Kopfzeile"/>
            <w:snapToGrid w:val="0"/>
            <w:jc w:val="right"/>
          </w:pPr>
          <w:r>
            <w:rPr>
              <w:noProof/>
            </w:rPr>
            <w:drawing>
              <wp:inline distT="0" distB="0" distL="0" distR="0" wp14:anchorId="46BD6A64" wp14:editId="6BA75265">
                <wp:extent cx="1225550" cy="499745"/>
                <wp:effectExtent l="0" t="0" r="0" b="0"/>
                <wp:docPr id="58786173" name="Grafik 5878617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25550" cy="49974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60E0E8B7" w14:textId="77777777" w:rsidR="00432B36" w:rsidRDefault="00432B36" w:rsidP="00432B36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64C4B" w14:textId="77777777" w:rsidR="00C54F9E" w:rsidRDefault="00C54F9E">
    <w:pPr>
      <w:pStyle w:val="Kopfzeil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1F55AB" w14:textId="77777777" w:rsidR="004F7AF1" w:rsidRDefault="004F7AF1"/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647405" w14:textId="77777777" w:rsidR="004F7AF1" w:rsidRDefault="004F7AF1"/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29DC3" w14:textId="77777777" w:rsidR="004F7AF1" w:rsidRDefault="004F7AF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3F8EBBF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0BC128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C63678F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368BBC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1DEC486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2A3C899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90D2462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5A80393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041AC45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027A4E9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0000001"/>
    <w:multiLevelType w:val="multilevel"/>
    <w:tmpl w:val="370C0FA0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berschrift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berschrift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berschrift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3BF50D1"/>
    <w:multiLevelType w:val="hybridMultilevel"/>
    <w:tmpl w:val="3D9C0FFA"/>
    <w:lvl w:ilvl="0" w:tplc="68FE76D8">
      <w:start w:val="1"/>
      <w:numFmt w:val="bullet"/>
      <w:pStyle w:val="KleintextListe"/>
      <w:lvlText w:val="□"/>
      <w:lvlJc w:val="left"/>
      <w:pPr>
        <w:ind w:left="72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69383269">
    <w:abstractNumId w:val="10"/>
  </w:num>
  <w:num w:numId="2" w16cid:durableId="734282319">
    <w:abstractNumId w:val="9"/>
  </w:num>
  <w:num w:numId="3" w16cid:durableId="788472210">
    <w:abstractNumId w:val="7"/>
  </w:num>
  <w:num w:numId="4" w16cid:durableId="1856845098">
    <w:abstractNumId w:val="6"/>
  </w:num>
  <w:num w:numId="5" w16cid:durableId="1786727635">
    <w:abstractNumId w:val="5"/>
  </w:num>
  <w:num w:numId="6" w16cid:durableId="1744403231">
    <w:abstractNumId w:val="4"/>
  </w:num>
  <w:num w:numId="7" w16cid:durableId="282884543">
    <w:abstractNumId w:val="8"/>
  </w:num>
  <w:num w:numId="8" w16cid:durableId="778178837">
    <w:abstractNumId w:val="3"/>
  </w:num>
  <w:num w:numId="9" w16cid:durableId="850876830">
    <w:abstractNumId w:val="2"/>
  </w:num>
  <w:num w:numId="10" w16cid:durableId="1618637649">
    <w:abstractNumId w:val="1"/>
  </w:num>
  <w:num w:numId="11" w16cid:durableId="353574679">
    <w:abstractNumId w:val="0"/>
  </w:num>
  <w:num w:numId="12" w16cid:durableId="29996138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isplayBackgroundShape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stylePaneSortMethod w:val="00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42E4"/>
    <w:rsid w:val="0001154D"/>
    <w:rsid w:val="00062863"/>
    <w:rsid w:val="00076569"/>
    <w:rsid w:val="000E3A7E"/>
    <w:rsid w:val="000F4C42"/>
    <w:rsid w:val="00126C19"/>
    <w:rsid w:val="00141E92"/>
    <w:rsid w:val="00142290"/>
    <w:rsid w:val="0014393C"/>
    <w:rsid w:val="001544BE"/>
    <w:rsid w:val="001675E5"/>
    <w:rsid w:val="001A3F7D"/>
    <w:rsid w:val="001B3847"/>
    <w:rsid w:val="001C6FA4"/>
    <w:rsid w:val="001E27FD"/>
    <w:rsid w:val="00207AE4"/>
    <w:rsid w:val="00227820"/>
    <w:rsid w:val="00247169"/>
    <w:rsid w:val="00294C2C"/>
    <w:rsid w:val="002A1620"/>
    <w:rsid w:val="002B7B1A"/>
    <w:rsid w:val="002C1313"/>
    <w:rsid w:val="002C2DA9"/>
    <w:rsid w:val="002D74CA"/>
    <w:rsid w:val="003303B8"/>
    <w:rsid w:val="00382E01"/>
    <w:rsid w:val="00391EFD"/>
    <w:rsid w:val="00392EF8"/>
    <w:rsid w:val="003F2AC8"/>
    <w:rsid w:val="00422C11"/>
    <w:rsid w:val="00432B36"/>
    <w:rsid w:val="004467C2"/>
    <w:rsid w:val="00484CF4"/>
    <w:rsid w:val="004A5DB3"/>
    <w:rsid w:val="004B1C1F"/>
    <w:rsid w:val="004B2035"/>
    <w:rsid w:val="004B28DE"/>
    <w:rsid w:val="004F11C1"/>
    <w:rsid w:val="004F7AF1"/>
    <w:rsid w:val="00502D25"/>
    <w:rsid w:val="00513041"/>
    <w:rsid w:val="00542D0B"/>
    <w:rsid w:val="00570961"/>
    <w:rsid w:val="005937E3"/>
    <w:rsid w:val="00596088"/>
    <w:rsid w:val="00597F86"/>
    <w:rsid w:val="006147C8"/>
    <w:rsid w:val="00627242"/>
    <w:rsid w:val="00630E89"/>
    <w:rsid w:val="006733C0"/>
    <w:rsid w:val="006842DE"/>
    <w:rsid w:val="006C6C57"/>
    <w:rsid w:val="006E418F"/>
    <w:rsid w:val="00721D12"/>
    <w:rsid w:val="00736E89"/>
    <w:rsid w:val="00741DE8"/>
    <w:rsid w:val="00790AAD"/>
    <w:rsid w:val="00795F02"/>
    <w:rsid w:val="007B22ED"/>
    <w:rsid w:val="007E4732"/>
    <w:rsid w:val="007F76DE"/>
    <w:rsid w:val="00805B2C"/>
    <w:rsid w:val="00816E05"/>
    <w:rsid w:val="0082155B"/>
    <w:rsid w:val="00851755"/>
    <w:rsid w:val="00852E9B"/>
    <w:rsid w:val="008B41DB"/>
    <w:rsid w:val="008B6638"/>
    <w:rsid w:val="008C59DD"/>
    <w:rsid w:val="008F2E29"/>
    <w:rsid w:val="00900C93"/>
    <w:rsid w:val="00906EE3"/>
    <w:rsid w:val="00907788"/>
    <w:rsid w:val="00927B70"/>
    <w:rsid w:val="00934CB5"/>
    <w:rsid w:val="00950819"/>
    <w:rsid w:val="00963467"/>
    <w:rsid w:val="009668D0"/>
    <w:rsid w:val="00986894"/>
    <w:rsid w:val="00991014"/>
    <w:rsid w:val="009B0B04"/>
    <w:rsid w:val="009F14C0"/>
    <w:rsid w:val="00A1141B"/>
    <w:rsid w:val="00A27036"/>
    <w:rsid w:val="00A27E06"/>
    <w:rsid w:val="00A323F1"/>
    <w:rsid w:val="00A40BCD"/>
    <w:rsid w:val="00A4723D"/>
    <w:rsid w:val="00A72624"/>
    <w:rsid w:val="00A90D8A"/>
    <w:rsid w:val="00AB2D68"/>
    <w:rsid w:val="00B12D47"/>
    <w:rsid w:val="00B31CF3"/>
    <w:rsid w:val="00B35875"/>
    <w:rsid w:val="00B37DD5"/>
    <w:rsid w:val="00B51DF2"/>
    <w:rsid w:val="00B5766D"/>
    <w:rsid w:val="00B63190"/>
    <w:rsid w:val="00B6352E"/>
    <w:rsid w:val="00B65ECD"/>
    <w:rsid w:val="00B80EDC"/>
    <w:rsid w:val="00B90322"/>
    <w:rsid w:val="00BA7AE1"/>
    <w:rsid w:val="00BC05B9"/>
    <w:rsid w:val="00BC6C41"/>
    <w:rsid w:val="00BD78B4"/>
    <w:rsid w:val="00BE2844"/>
    <w:rsid w:val="00C074AD"/>
    <w:rsid w:val="00C16661"/>
    <w:rsid w:val="00C54F9E"/>
    <w:rsid w:val="00C551DC"/>
    <w:rsid w:val="00C756EB"/>
    <w:rsid w:val="00CA7545"/>
    <w:rsid w:val="00CE5F73"/>
    <w:rsid w:val="00CF221E"/>
    <w:rsid w:val="00D031F8"/>
    <w:rsid w:val="00D04FC5"/>
    <w:rsid w:val="00D12029"/>
    <w:rsid w:val="00D343C6"/>
    <w:rsid w:val="00D67D06"/>
    <w:rsid w:val="00D80FC8"/>
    <w:rsid w:val="00D84F63"/>
    <w:rsid w:val="00DC5658"/>
    <w:rsid w:val="00DE1A5C"/>
    <w:rsid w:val="00DF42E4"/>
    <w:rsid w:val="00E032D9"/>
    <w:rsid w:val="00E40482"/>
    <w:rsid w:val="00E40857"/>
    <w:rsid w:val="00E40FE3"/>
    <w:rsid w:val="00E556EB"/>
    <w:rsid w:val="00E6718E"/>
    <w:rsid w:val="00E913B7"/>
    <w:rsid w:val="00E942B6"/>
    <w:rsid w:val="00EA6EA9"/>
    <w:rsid w:val="00EC0DAF"/>
    <w:rsid w:val="00EC4B80"/>
    <w:rsid w:val="00ED53E9"/>
    <w:rsid w:val="00EF0E31"/>
    <w:rsid w:val="00EF7796"/>
    <w:rsid w:val="00F045AE"/>
    <w:rsid w:val="00F05486"/>
    <w:rsid w:val="00F161C0"/>
    <w:rsid w:val="00F30133"/>
    <w:rsid w:val="00F523EB"/>
    <w:rsid w:val="00FA3BE2"/>
    <w:rsid w:val="00FC165B"/>
    <w:rsid w:val="00FC2DF9"/>
    <w:rsid w:val="00FC56C7"/>
    <w:rsid w:val="00FC7164"/>
    <w:rsid w:val="00FD44DE"/>
    <w:rsid w:val="00FD4573"/>
    <w:rsid w:val="00FD752B"/>
    <w:rsid w:val="00FE093A"/>
    <w:rsid w:val="00FE1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0014AD82"/>
  <w15:docId w15:val="{141C1FCE-CD59-4003-AEE7-6F86B13CE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A3F7D"/>
    <w:rPr>
      <w:sz w:val="24"/>
      <w:szCs w:val="24"/>
      <w:lang w:eastAsia="ar-SA"/>
    </w:rPr>
  </w:style>
  <w:style w:type="paragraph" w:styleId="berschrift1">
    <w:name w:val="heading 1"/>
    <w:basedOn w:val="Standard"/>
    <w:next w:val="Standard"/>
    <w:qFormat/>
    <w:rsid w:val="00432B36"/>
    <w:pPr>
      <w:keepNext/>
      <w:numPr>
        <w:numId w:val="1"/>
      </w:numPr>
      <w:spacing w:line="360" w:lineRule="auto"/>
      <w:jc w:val="both"/>
      <w:outlineLvl w:val="0"/>
    </w:pPr>
    <w:rPr>
      <w:rFonts w:ascii="Arial" w:hAnsi="Arial"/>
      <w:b/>
      <w:bCs/>
      <w:sz w:val="28"/>
    </w:rPr>
  </w:style>
  <w:style w:type="paragraph" w:styleId="berschrift2">
    <w:name w:val="heading 2"/>
    <w:basedOn w:val="Standard"/>
    <w:next w:val="Standard"/>
    <w:qFormat/>
    <w:rsid w:val="00432B36"/>
    <w:pPr>
      <w:keepNext/>
      <w:numPr>
        <w:ilvl w:val="1"/>
        <w:numId w:val="1"/>
      </w:numPr>
      <w:spacing w:before="120" w:after="240"/>
      <w:outlineLvl w:val="1"/>
    </w:pPr>
    <w:rPr>
      <w:rFonts w:ascii="Arial" w:hAnsi="Arial" w:cs="Arial"/>
      <w:b/>
      <w:bCs/>
      <w:sz w:val="20"/>
    </w:rPr>
  </w:style>
  <w:style w:type="paragraph" w:styleId="berschrift3">
    <w:name w:val="heading 3"/>
    <w:basedOn w:val="Standard"/>
    <w:next w:val="Standard"/>
    <w:qFormat/>
    <w:rsid w:val="006733C0"/>
    <w:pPr>
      <w:keepNext/>
      <w:numPr>
        <w:ilvl w:val="2"/>
        <w:numId w:val="1"/>
      </w:numPr>
      <w:spacing w:before="240" w:after="120"/>
      <w:outlineLvl w:val="2"/>
    </w:pPr>
    <w:rPr>
      <w:rFonts w:ascii="Arial" w:hAnsi="Arial" w:cs="Arial"/>
      <w:b/>
      <w:bCs/>
      <w:sz w:val="20"/>
    </w:rPr>
  </w:style>
  <w:style w:type="paragraph" w:styleId="berschrift6">
    <w:name w:val="heading 6"/>
    <w:aliases w:val="Kopf"/>
    <w:basedOn w:val="Standard"/>
    <w:next w:val="Standard"/>
    <w:qFormat/>
    <w:rsid w:val="00432B36"/>
    <w:pPr>
      <w:keepNext/>
      <w:numPr>
        <w:ilvl w:val="5"/>
        <w:numId w:val="1"/>
      </w:numPr>
      <w:spacing w:after="360" w:line="360" w:lineRule="auto"/>
      <w:jc w:val="both"/>
      <w:outlineLvl w:val="5"/>
    </w:pPr>
    <w:rPr>
      <w:rFonts w:ascii="Arial" w:hAnsi="Arial"/>
      <w:b/>
      <w:bCs/>
      <w:sz w:val="4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bsatz-Standardschriftart1">
    <w:name w:val="Absatz-Standardschriftart1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styleId="Seitenzahl">
    <w:name w:val="page number"/>
    <w:basedOn w:val="WW-Absatz-Standardschriftart111111"/>
  </w:style>
  <w:style w:type="character" w:styleId="Hyperlink">
    <w:name w:val="Hyperlink"/>
    <w:rsid w:val="00805B2C"/>
    <w:rPr>
      <w:color w:val="0000FF"/>
      <w:sz w:val="16"/>
      <w:u w:val="single"/>
    </w:rPr>
  </w:style>
  <w:style w:type="character" w:customStyle="1" w:styleId="Kommentarzeichen1">
    <w:name w:val="Kommentarzeichen1"/>
    <w:rPr>
      <w:sz w:val="16"/>
      <w:szCs w:val="16"/>
    </w:rPr>
  </w:style>
  <w:style w:type="paragraph" w:customStyle="1" w:styleId="berschrift">
    <w:name w:val="Überschrift"/>
    <w:basedOn w:val="Standard"/>
    <w:next w:val="Textkrper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Textkrper">
    <w:name w:val="Body Text"/>
    <w:basedOn w:val="Standard"/>
    <w:link w:val="TextkrperZchn"/>
    <w:rPr>
      <w:rFonts w:ascii="Arial" w:hAnsi="Arial" w:cs="Arial"/>
      <w:b/>
      <w:bCs/>
      <w:sz w:val="20"/>
    </w:rPr>
  </w:style>
  <w:style w:type="paragraph" w:styleId="Liste">
    <w:name w:val="List"/>
    <w:basedOn w:val="Textkrper"/>
  </w:style>
  <w:style w:type="paragraph" w:customStyle="1" w:styleId="Beschriftung1">
    <w:name w:val="Beschriftung1"/>
    <w:basedOn w:val="Standard"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pPr>
      <w:suppressLineNumbers/>
    </w:pPr>
  </w:style>
  <w:style w:type="paragraph" w:styleId="Fuzeile">
    <w:name w:val="footer"/>
    <w:basedOn w:val="Standard"/>
    <w:pPr>
      <w:tabs>
        <w:tab w:val="center" w:pos="4536"/>
        <w:tab w:val="right" w:pos="9072"/>
      </w:tabs>
      <w:spacing w:line="360" w:lineRule="auto"/>
      <w:jc w:val="both"/>
    </w:pPr>
    <w:rPr>
      <w:rFonts w:ascii="Arial" w:hAnsi="Arial"/>
      <w:sz w:val="20"/>
    </w:rPr>
  </w:style>
  <w:style w:type="paragraph" w:customStyle="1" w:styleId="Text">
    <w:name w:val="Text"/>
    <w:basedOn w:val="Standard"/>
    <w:pPr>
      <w:spacing w:after="360" w:line="360" w:lineRule="auto"/>
      <w:jc w:val="both"/>
    </w:pPr>
    <w:rPr>
      <w:rFonts w:ascii="Arial" w:hAnsi="Arial"/>
      <w:sz w:val="20"/>
      <w:szCs w:val="20"/>
    </w:rPr>
  </w:style>
  <w:style w:type="paragraph" w:customStyle="1" w:styleId="Kurzfassung">
    <w:name w:val="Kurzfassung"/>
    <w:basedOn w:val="Text"/>
    <w:next w:val="Text"/>
    <w:rPr>
      <w:b/>
    </w:rPr>
  </w:style>
  <w:style w:type="paragraph" w:customStyle="1" w:styleId="Kleintext">
    <w:name w:val="Kleintext"/>
    <w:basedOn w:val="Standard"/>
    <w:rsid w:val="006733C0"/>
    <w:pPr>
      <w:spacing w:before="120" w:after="240"/>
    </w:pPr>
    <w:rPr>
      <w:rFonts w:ascii="Arial" w:eastAsia="ArialMT" w:hAnsi="Arial" w:cs="Arial"/>
      <w:sz w:val="16"/>
      <w:szCs w:val="15"/>
    </w:rPr>
  </w:style>
  <w:style w:type="paragraph" w:customStyle="1" w:styleId="KleintextListe">
    <w:name w:val="Kleintext_Liste"/>
    <w:basedOn w:val="Kleintext"/>
    <w:qFormat/>
    <w:rsid w:val="00597F86"/>
    <w:pPr>
      <w:numPr>
        <w:numId w:val="12"/>
      </w:numPr>
      <w:tabs>
        <w:tab w:val="left" w:pos="284"/>
      </w:tabs>
      <w:spacing w:before="40" w:after="40"/>
      <w:ind w:left="568" w:hanging="284"/>
    </w:pPr>
  </w:style>
  <w:style w:type="paragraph" w:customStyle="1" w:styleId="Dokumentstruktur1">
    <w:name w:val="Dokumentstruktur1"/>
    <w:basedOn w:val="Standard"/>
    <w:pPr>
      <w:shd w:val="clear" w:color="auto" w:fill="000080"/>
    </w:pPr>
    <w:rPr>
      <w:rFonts w:ascii="Tahoma" w:hAnsi="Tahoma" w:cs="Tahoma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Kommentartext1">
    <w:name w:val="Kommentartext1"/>
    <w:basedOn w:val="Standard"/>
    <w:rPr>
      <w:sz w:val="20"/>
      <w:szCs w:val="20"/>
    </w:rPr>
  </w:style>
  <w:style w:type="paragraph" w:customStyle="1" w:styleId="TabellenInhalt">
    <w:name w:val="Tabellen Inhalt"/>
    <w:basedOn w:val="Standard"/>
    <w:pPr>
      <w:suppressLineNumbers/>
    </w:pPr>
  </w:style>
  <w:style w:type="paragraph" w:customStyle="1" w:styleId="Tabellenberschrift">
    <w:name w:val="Tabellen Überschrift"/>
    <w:basedOn w:val="TabellenInhalt"/>
    <w:pPr>
      <w:jc w:val="center"/>
    </w:pPr>
    <w:rPr>
      <w:b/>
      <w:bCs/>
    </w:rPr>
  </w:style>
  <w:style w:type="paragraph" w:customStyle="1" w:styleId="Rahmeninhalt">
    <w:name w:val="Rahmeninhalt"/>
    <w:basedOn w:val="Textkrper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54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54D"/>
    <w:rPr>
      <w:rFonts w:ascii="Tahoma" w:hAnsi="Tahoma" w:cs="Tahoma"/>
      <w:sz w:val="16"/>
      <w:szCs w:val="16"/>
      <w:lang w:eastAsia="ar-SA"/>
    </w:rPr>
  </w:style>
  <w:style w:type="paragraph" w:customStyle="1" w:styleId="Kleintextfett">
    <w:name w:val="Kleintext_fett"/>
    <w:basedOn w:val="Standard"/>
    <w:qFormat/>
    <w:rsid w:val="00597F86"/>
    <w:pPr>
      <w:snapToGrid w:val="0"/>
      <w:spacing w:before="240" w:after="120"/>
    </w:pPr>
    <w:rPr>
      <w:rFonts w:ascii="Arial" w:hAnsi="Arial" w:cs="Arial"/>
      <w:b/>
      <w:bCs/>
      <w:sz w:val="16"/>
      <w:szCs w:val="15"/>
    </w:rPr>
  </w:style>
  <w:style w:type="paragraph" w:customStyle="1" w:styleId="OrtDatum">
    <w:name w:val="Ort_Datum"/>
    <w:qFormat/>
    <w:rsid w:val="006733C0"/>
    <w:pPr>
      <w:spacing w:after="360"/>
    </w:pPr>
    <w:rPr>
      <w:rFonts w:ascii="Arial" w:hAnsi="Arial" w:cs="Arial"/>
      <w:b/>
      <w:bCs/>
      <w:sz w:val="24"/>
      <w:szCs w:val="24"/>
      <w:lang w:eastAsia="ar-SA"/>
    </w:rPr>
  </w:style>
  <w:style w:type="paragraph" w:customStyle="1" w:styleId="Intro">
    <w:name w:val="Intro"/>
    <w:qFormat/>
    <w:rsid w:val="006733C0"/>
    <w:pPr>
      <w:spacing w:after="170"/>
    </w:pPr>
    <w:rPr>
      <w:rFonts w:ascii="Arial" w:hAnsi="Arial"/>
      <w:b/>
      <w:bCs/>
      <w:szCs w:val="24"/>
      <w:lang w:eastAsia="ar-SA"/>
    </w:rPr>
  </w:style>
  <w:style w:type="character" w:customStyle="1" w:styleId="TextkrperZchn">
    <w:name w:val="Textkörper Zchn"/>
    <w:basedOn w:val="Absatz-Standardschriftart"/>
    <w:link w:val="Textkrper"/>
    <w:rsid w:val="006733C0"/>
    <w:rPr>
      <w:rFonts w:ascii="Arial" w:hAnsi="Arial" w:cs="Arial"/>
      <w:b/>
      <w:bCs/>
      <w:szCs w:val="24"/>
      <w:lang w:eastAsia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4393C"/>
    <w:rPr>
      <w:color w:val="808080"/>
      <w:shd w:val="clear" w:color="auto" w:fill="E6E6E6"/>
    </w:rPr>
  </w:style>
  <w:style w:type="table" w:styleId="Tabellenraster">
    <w:name w:val="Table Grid"/>
    <w:basedOn w:val="NormaleTabelle"/>
    <w:uiPriority w:val="59"/>
    <w:rsid w:val="00986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26" Type="http://schemas.openxmlformats.org/officeDocument/2006/relationships/footer" Target="footer6.xml"/><Relationship Id="rId3" Type="http://schemas.openxmlformats.org/officeDocument/2006/relationships/styles" Target="styles.xml"/><Relationship Id="rId21" Type="http://schemas.openxmlformats.org/officeDocument/2006/relationships/header" Target="header4.xml"/><Relationship Id="rId7" Type="http://schemas.openxmlformats.org/officeDocument/2006/relationships/endnotes" Target="endnotes.xml"/><Relationship Id="rId12" Type="http://schemas.openxmlformats.org/officeDocument/2006/relationships/hyperlink" Target="https://www.disy.net/de/unternehmen/presse/" TargetMode="External"/><Relationship Id="rId17" Type="http://schemas.openxmlformats.org/officeDocument/2006/relationships/header" Target="header3.xml"/><Relationship Id="rId25" Type="http://schemas.openxmlformats.org/officeDocument/2006/relationships/header" Target="header6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hyperlink" Target="http://www.disy.net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footer" Target="footer5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23" Type="http://schemas.openxmlformats.org/officeDocument/2006/relationships/footer" Target="footer4.xml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yperlink" Target="mailto:presse@disy.net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2.xml"/><Relationship Id="rId22" Type="http://schemas.openxmlformats.org/officeDocument/2006/relationships/header" Target="header5.xml"/><Relationship Id="rId27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X:\marketingvertrieb\Communications\Vorlagen\Vorlage_Disy_PM_Anlage_Grafiken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F46C2F-975D-42C3-A5D3-7C4C7EFA9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Vorlage_Disy_PM_Anlage_Grafiken.dotx</Template>
  <TotalTime>0</TotalTime>
  <Pages>1</Pages>
  <Words>181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</CharactersWithSpaces>
  <SharedDoc>false</SharedDoc>
  <HLinks>
    <vt:vector size="18" baseType="variant">
      <vt:variant>
        <vt:i4>5767258</vt:i4>
      </vt:variant>
      <vt:variant>
        <vt:i4>6</vt:i4>
      </vt:variant>
      <vt:variant>
        <vt:i4>0</vt:i4>
      </vt:variant>
      <vt:variant>
        <vt:i4>5</vt:i4>
      </vt:variant>
      <vt:variant>
        <vt:lpwstr>http://www.disy.net/</vt:lpwstr>
      </vt:variant>
      <vt:variant>
        <vt:lpwstr/>
      </vt:variant>
      <vt:variant>
        <vt:i4>5570665</vt:i4>
      </vt:variant>
      <vt:variant>
        <vt:i4>3</vt:i4>
      </vt:variant>
      <vt:variant>
        <vt:i4>0</vt:i4>
      </vt:variant>
      <vt:variant>
        <vt:i4>5</vt:i4>
      </vt:variant>
      <vt:variant>
        <vt:lpwstr>mailto:tietz@disy.net</vt:lpwstr>
      </vt:variant>
      <vt:variant>
        <vt:lpwstr/>
      </vt:variant>
      <vt:variant>
        <vt:i4>3735654</vt:i4>
      </vt:variant>
      <vt:variant>
        <vt:i4>0</vt:i4>
      </vt:variant>
      <vt:variant>
        <vt:i4>0</vt:i4>
      </vt:variant>
      <vt:variant>
        <vt:i4>5</vt:i4>
      </vt:variant>
      <vt:variant>
        <vt:lpwstr>http://www.disy.net/presse.html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 Fennen-Weigel</dc:creator>
  <cp:lastModifiedBy>Astrid Fennen-Weigel</cp:lastModifiedBy>
  <cp:revision>67</cp:revision>
  <cp:lastPrinted>2025-01-08T07:49:00Z</cp:lastPrinted>
  <dcterms:created xsi:type="dcterms:W3CDTF">2023-06-12T10:27:00Z</dcterms:created>
  <dcterms:modified xsi:type="dcterms:W3CDTF">2025-07-23T06:39:00Z</dcterms:modified>
</cp:coreProperties>
</file>